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0E186" w14:textId="6495E3DD" w:rsidR="00F002AC" w:rsidRDefault="00F002AC" w:rsidP="0075228E">
      <w:pPr>
        <w:pStyle w:val="Nagwek2"/>
        <w:widowControl/>
        <w:spacing w:before="120" w:after="600" w:line="276" w:lineRule="auto"/>
        <w:jc w:val="right"/>
        <w:rPr>
          <w:b w:val="0"/>
          <w:szCs w:val="24"/>
        </w:rPr>
      </w:pPr>
      <w:r>
        <w:rPr>
          <w:b w:val="0"/>
          <w:szCs w:val="24"/>
        </w:rPr>
        <w:t xml:space="preserve">Załącznik nr </w:t>
      </w:r>
      <w:r w:rsidR="003C5008">
        <w:rPr>
          <w:b w:val="0"/>
          <w:szCs w:val="24"/>
        </w:rPr>
        <w:t>1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5228E" w14:paraId="0EEE52C4" w14:textId="77777777" w:rsidTr="0075228E">
        <w:tc>
          <w:tcPr>
            <w:tcW w:w="500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8C282F" w14:textId="1305D939" w:rsidR="0075228E" w:rsidRPr="0075228E" w:rsidRDefault="0075228E" w:rsidP="0075228E">
            <w:pPr>
              <w:spacing w:before="360" w:after="360"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FORMULARZ OFERTY</w:t>
            </w:r>
          </w:p>
        </w:tc>
      </w:tr>
    </w:tbl>
    <w:p w14:paraId="61725912" w14:textId="77777777" w:rsidR="0039760F" w:rsidRPr="0039760F" w:rsidRDefault="0039760F" w:rsidP="0075228E">
      <w:pPr>
        <w:spacing w:before="600" w:after="120" w:line="276" w:lineRule="auto"/>
        <w:ind w:firstLine="3969"/>
        <w:rPr>
          <w:b/>
        </w:rPr>
      </w:pPr>
      <w:r w:rsidRPr="0039760F">
        <w:rPr>
          <w:b/>
        </w:rPr>
        <w:t>Politechnika Rzeszowska</w:t>
      </w:r>
    </w:p>
    <w:p w14:paraId="7ACFE9B1" w14:textId="77777777" w:rsidR="006F12F2" w:rsidRPr="00205D5A" w:rsidRDefault="0039760F" w:rsidP="008D36EC">
      <w:pPr>
        <w:spacing w:after="120" w:line="276" w:lineRule="auto"/>
        <w:ind w:firstLine="3969"/>
        <w:rPr>
          <w:b/>
        </w:rPr>
      </w:pPr>
      <w:r w:rsidRPr="0039760F">
        <w:rPr>
          <w:b/>
        </w:rPr>
        <w:t>Dział Zamówień Publicznych</w:t>
      </w:r>
    </w:p>
    <w:p w14:paraId="1545298F" w14:textId="77777777" w:rsidR="006F12F2" w:rsidRPr="00205D5A" w:rsidRDefault="0039760F" w:rsidP="008D36EC">
      <w:pPr>
        <w:spacing w:after="120" w:line="276" w:lineRule="auto"/>
        <w:ind w:left="3969"/>
        <w:rPr>
          <w:b/>
        </w:rPr>
      </w:pPr>
      <w:r w:rsidRPr="0039760F">
        <w:rPr>
          <w:b/>
        </w:rPr>
        <w:t>Al. Powstańców Warszawy</w:t>
      </w:r>
      <w:r w:rsidR="006F12F2" w:rsidRPr="00205D5A">
        <w:rPr>
          <w:b/>
        </w:rPr>
        <w:t xml:space="preserve"> </w:t>
      </w:r>
      <w:r w:rsidRPr="0039760F">
        <w:rPr>
          <w:b/>
        </w:rPr>
        <w:t>12</w:t>
      </w:r>
    </w:p>
    <w:p w14:paraId="195808FA" w14:textId="0FA1C041" w:rsidR="006F12F2" w:rsidRPr="00205D5A" w:rsidRDefault="0039760F" w:rsidP="0075228E">
      <w:pPr>
        <w:spacing w:after="600" w:line="276" w:lineRule="auto"/>
        <w:ind w:firstLine="3969"/>
        <w:rPr>
          <w:b/>
        </w:rPr>
      </w:pPr>
      <w:r w:rsidRPr="0039760F">
        <w:rPr>
          <w:b/>
        </w:rPr>
        <w:t>35-</w:t>
      </w:r>
      <w:r w:rsidR="00405523">
        <w:rPr>
          <w:b/>
        </w:rPr>
        <w:t>02</w:t>
      </w:r>
      <w:r w:rsidRPr="0039760F">
        <w:rPr>
          <w:b/>
        </w:rPr>
        <w:t>9</w:t>
      </w:r>
      <w:r w:rsidR="006F12F2" w:rsidRPr="00205D5A">
        <w:rPr>
          <w:b/>
        </w:rPr>
        <w:t xml:space="preserve"> </w:t>
      </w:r>
      <w:r w:rsidRPr="0039760F">
        <w:rPr>
          <w:b/>
        </w:rPr>
        <w:t>Rzeszów</w:t>
      </w:r>
    </w:p>
    <w:p w14:paraId="615D10DF" w14:textId="77777777" w:rsidR="006F12F2" w:rsidRPr="00F002AC" w:rsidRDefault="006F12F2" w:rsidP="008D36EC">
      <w:pPr>
        <w:spacing w:after="120" w:line="276" w:lineRule="auto"/>
        <w:jc w:val="both"/>
        <w:rPr>
          <w:sz w:val="8"/>
          <w:szCs w:val="8"/>
        </w:rPr>
      </w:pPr>
    </w:p>
    <w:p w14:paraId="4A5D21BD" w14:textId="08EF75B1" w:rsidR="006F12F2" w:rsidRPr="00205D5A" w:rsidRDefault="006F12F2" w:rsidP="008506F2">
      <w:pPr>
        <w:spacing w:after="200" w:line="276" w:lineRule="auto"/>
        <w:jc w:val="both"/>
      </w:pPr>
      <w:r w:rsidRPr="00205D5A">
        <w:t>Nawiązując do ogłoszonego przetargu w trybie „</w:t>
      </w:r>
      <w:r w:rsidR="00986E8C">
        <w:rPr>
          <w:b/>
        </w:rPr>
        <w:t>uproszczone – pozaustawowe</w:t>
      </w:r>
      <w:r w:rsidRPr="00205D5A">
        <w:t>” na:</w:t>
      </w:r>
    </w:p>
    <w:p w14:paraId="1B2E1BF6" w14:textId="46F44F05" w:rsidR="001A2DAB" w:rsidRPr="006E6102" w:rsidRDefault="003E4792" w:rsidP="001A2DAB">
      <w:pPr>
        <w:spacing w:before="360" w:after="360" w:line="276" w:lineRule="auto"/>
        <w:jc w:val="center"/>
        <w:rPr>
          <w:i/>
          <w:sz w:val="36"/>
          <w:szCs w:val="36"/>
        </w:rPr>
      </w:pPr>
      <w:r w:rsidRPr="003E4792">
        <w:rPr>
          <w:b/>
          <w:i/>
          <w:iCs/>
          <w:sz w:val="36"/>
          <w:szCs w:val="36"/>
        </w:rPr>
        <w:t>Remont pomieszczenia nr 223 w budynku „H” Politechniki Rzeszowskiej</w:t>
      </w:r>
    </w:p>
    <w:p w14:paraId="701C2658" w14:textId="23A0D93E" w:rsidR="00942674" w:rsidRPr="008E4359" w:rsidRDefault="001A2DAB" w:rsidP="001A2DAB">
      <w:pPr>
        <w:spacing w:before="360" w:after="360" w:line="276" w:lineRule="auto"/>
        <w:jc w:val="center"/>
        <w:rPr>
          <w:i/>
          <w:sz w:val="32"/>
          <w:szCs w:val="32"/>
        </w:rPr>
      </w:pPr>
      <w:r>
        <w:t>Znak sprawy:</w:t>
      </w:r>
      <w:r>
        <w:rPr>
          <w:b/>
        </w:rPr>
        <w:t xml:space="preserve"> NA/</w:t>
      </w:r>
      <w:r w:rsidR="00986E8C">
        <w:rPr>
          <w:b/>
        </w:rPr>
        <w:t>O/</w:t>
      </w:r>
      <w:r w:rsidR="003E4792">
        <w:rPr>
          <w:b/>
        </w:rPr>
        <w:t>12</w:t>
      </w:r>
      <w:r w:rsidR="001F07F7">
        <w:rPr>
          <w:b/>
        </w:rPr>
        <w:t>/202</w:t>
      </w:r>
      <w:r w:rsidR="003E4792">
        <w:rPr>
          <w:b/>
        </w:rPr>
        <w:t>6</w:t>
      </w:r>
    </w:p>
    <w:p w14:paraId="64F3E448" w14:textId="730FABA3" w:rsidR="00044E2B" w:rsidRDefault="00044E2B" w:rsidP="00044E2B">
      <w:pPr>
        <w:spacing w:before="60" w:after="120" w:line="276" w:lineRule="auto"/>
        <w:rPr>
          <w:b/>
        </w:rPr>
      </w:pPr>
      <w:r>
        <w:rPr>
          <w:b/>
        </w:rPr>
        <w:t xml:space="preserve">Wykonawca </w:t>
      </w:r>
      <w:r>
        <w:rPr>
          <w:i/>
        </w:rPr>
        <w:t>(jeżeli oferta składana wspólnie – wpisać dane pełnomocnika)</w:t>
      </w:r>
    </w:p>
    <w:p w14:paraId="7B898388" w14:textId="77777777" w:rsidR="00044E2B" w:rsidRDefault="00044E2B" w:rsidP="00044E2B">
      <w:pPr>
        <w:spacing w:before="60" w:after="120" w:line="276" w:lineRule="auto"/>
      </w:pPr>
      <w:r>
        <w:t>___________________________________________________________________________</w:t>
      </w:r>
    </w:p>
    <w:p w14:paraId="2AF7BA41" w14:textId="77777777" w:rsidR="00044E2B" w:rsidRDefault="00044E2B" w:rsidP="00044E2B">
      <w:pPr>
        <w:spacing w:before="60" w:after="120" w:line="276" w:lineRule="auto"/>
      </w:pPr>
      <w:r>
        <w:t>Adres: _____________________________________________________________________</w:t>
      </w:r>
    </w:p>
    <w:p w14:paraId="7CB10ACE" w14:textId="77777777" w:rsidR="00044E2B" w:rsidRDefault="00044E2B" w:rsidP="00044E2B">
      <w:pPr>
        <w:spacing w:before="60" w:after="120" w:line="276" w:lineRule="auto"/>
      </w:pPr>
      <w:r>
        <w:t xml:space="preserve">Województwo: </w:t>
      </w:r>
      <w:r>
        <w:tab/>
        <w:t>____________________________</w:t>
      </w:r>
    </w:p>
    <w:p w14:paraId="2EF86DB5" w14:textId="77777777" w:rsidR="00044E2B" w:rsidRDefault="00044E2B" w:rsidP="00044E2B">
      <w:pPr>
        <w:spacing w:before="60" w:after="120" w:line="276" w:lineRule="auto"/>
      </w:pPr>
      <w:r>
        <w:t xml:space="preserve">Tel. </w:t>
      </w:r>
      <w:r>
        <w:tab/>
      </w:r>
      <w:r>
        <w:tab/>
      </w:r>
      <w:r>
        <w:tab/>
        <w:t>____________________________</w:t>
      </w:r>
    </w:p>
    <w:p w14:paraId="0B958FC0" w14:textId="77777777" w:rsidR="00044E2B" w:rsidRDefault="00044E2B" w:rsidP="00044E2B">
      <w:pPr>
        <w:spacing w:before="60" w:after="120" w:line="276" w:lineRule="auto"/>
      </w:pPr>
      <w:r>
        <w:t>Faks</w:t>
      </w:r>
      <w:r>
        <w:tab/>
      </w:r>
      <w:r>
        <w:tab/>
      </w:r>
      <w:r>
        <w:tab/>
        <w:t>____________________________</w:t>
      </w:r>
    </w:p>
    <w:p w14:paraId="03B867CF" w14:textId="77777777" w:rsidR="00044E2B" w:rsidRDefault="00044E2B" w:rsidP="00044E2B">
      <w:pPr>
        <w:spacing w:before="60" w:after="120" w:line="276" w:lineRule="auto"/>
      </w:pPr>
      <w:r>
        <w:t xml:space="preserve">e-mail </w:t>
      </w:r>
      <w:r>
        <w:tab/>
      </w:r>
      <w:r>
        <w:tab/>
      </w:r>
      <w:r>
        <w:tab/>
        <w:t>____________________________</w:t>
      </w:r>
    </w:p>
    <w:p w14:paraId="5473265F" w14:textId="77777777" w:rsidR="00044E2B" w:rsidRDefault="00044E2B" w:rsidP="00044E2B">
      <w:pPr>
        <w:spacing w:before="60" w:after="120" w:line="276" w:lineRule="auto"/>
      </w:pPr>
      <w:r>
        <w:t xml:space="preserve">NIP </w:t>
      </w:r>
      <w:r>
        <w:tab/>
      </w:r>
      <w:r>
        <w:tab/>
      </w:r>
      <w:r>
        <w:tab/>
        <w:t>____________________________</w:t>
      </w:r>
    </w:p>
    <w:p w14:paraId="6093F0DD" w14:textId="77777777" w:rsidR="00044E2B" w:rsidRDefault="00044E2B" w:rsidP="00044E2B">
      <w:pPr>
        <w:spacing w:before="60" w:after="120" w:line="276" w:lineRule="auto"/>
      </w:pPr>
      <w:r>
        <w:t>REGON</w:t>
      </w:r>
      <w:r>
        <w:tab/>
      </w:r>
      <w:r>
        <w:tab/>
        <w:t>____________________________</w:t>
      </w:r>
    </w:p>
    <w:p w14:paraId="268C2CC6" w14:textId="77777777" w:rsidR="00044E2B" w:rsidRDefault="00044E2B" w:rsidP="00044E2B">
      <w:pPr>
        <w:spacing w:before="60" w:after="120" w:line="276" w:lineRule="auto"/>
      </w:pPr>
      <w:r>
        <w:t>Podmiot wpisany do rejestru przedsiębiorców w Sądzie Rejonowym w _________________</w:t>
      </w:r>
      <w:r w:rsidRPr="00C54ADA">
        <w:rPr>
          <w:color w:val="FF0000"/>
        </w:rPr>
        <w:t>*</w:t>
      </w:r>
    </w:p>
    <w:p w14:paraId="6A9E5D47" w14:textId="77777777" w:rsidR="00044E2B" w:rsidRDefault="00044E2B" w:rsidP="00044E2B">
      <w:pPr>
        <w:spacing w:before="60" w:after="120" w:line="276" w:lineRule="auto"/>
      </w:pPr>
      <w:r>
        <w:t xml:space="preserve">Nr KRS </w:t>
      </w:r>
      <w:r>
        <w:tab/>
      </w:r>
      <w:r>
        <w:tab/>
        <w:t>____________________________</w:t>
      </w:r>
      <w:r w:rsidRPr="00C54ADA">
        <w:rPr>
          <w:color w:val="FF0000"/>
        </w:rPr>
        <w:t>*</w:t>
      </w:r>
    </w:p>
    <w:p w14:paraId="586D5338" w14:textId="77777777" w:rsidR="00044E2B" w:rsidRDefault="00044E2B" w:rsidP="00044E2B">
      <w:pPr>
        <w:spacing w:before="60" w:after="120" w:line="276" w:lineRule="auto"/>
      </w:pPr>
      <w:r>
        <w:t xml:space="preserve">Podmiot wpisany do </w:t>
      </w:r>
      <w:proofErr w:type="spellStart"/>
      <w:r>
        <w:t>CEiIDG</w:t>
      </w:r>
      <w:proofErr w:type="spellEnd"/>
      <w:r>
        <w:t xml:space="preserve"> RP</w:t>
      </w:r>
      <w:r w:rsidRPr="00C54ADA">
        <w:rPr>
          <w:color w:val="FF0000"/>
        </w:rPr>
        <w:t>*</w:t>
      </w:r>
    </w:p>
    <w:p w14:paraId="751E70CB" w14:textId="01408DED" w:rsidR="00044E2B" w:rsidRDefault="00044E2B" w:rsidP="00044E2B">
      <w:pPr>
        <w:spacing w:before="60" w:after="120" w:line="276" w:lineRule="auto"/>
      </w:pPr>
      <w:r>
        <w:t>Podatnik VAT:</w:t>
      </w:r>
    </w:p>
    <w:p w14:paraId="2BDA19B4" w14:textId="77777777" w:rsidR="00044E2B" w:rsidRDefault="00044E2B" w:rsidP="0075228E">
      <w:pPr>
        <w:spacing w:before="60" w:after="120" w:line="276" w:lineRule="auto"/>
        <w:ind w:firstLine="708"/>
      </w:pPr>
      <w:r>
        <w:t>TAK</w:t>
      </w:r>
      <w:r w:rsidRPr="00C54ADA">
        <w:rPr>
          <w:color w:val="FF0000"/>
        </w:rPr>
        <w:t>*</w:t>
      </w:r>
      <w:r>
        <w:t xml:space="preserve"> </w:t>
      </w:r>
    </w:p>
    <w:p w14:paraId="6918CEE7" w14:textId="77777777" w:rsidR="00044E2B" w:rsidRDefault="00044E2B" w:rsidP="00044E2B">
      <w:pPr>
        <w:spacing w:before="60" w:after="120" w:line="276" w:lineRule="auto"/>
        <w:ind w:firstLine="708"/>
      </w:pPr>
      <w:r>
        <w:t>NIE</w:t>
      </w:r>
      <w:r w:rsidRPr="00C54ADA">
        <w:rPr>
          <w:color w:val="FF0000"/>
        </w:rPr>
        <w:t>*</w:t>
      </w:r>
    </w:p>
    <w:p w14:paraId="77C65CD1" w14:textId="77777777" w:rsidR="00044E2B" w:rsidRPr="00495900" w:rsidRDefault="00044E2B" w:rsidP="00044E2B">
      <w:pPr>
        <w:spacing w:before="240" w:after="240" w:line="276" w:lineRule="auto"/>
        <w:ind w:firstLine="709"/>
        <w:jc w:val="right"/>
        <w:rPr>
          <w:i/>
          <w:iCs/>
          <w:color w:val="FF0000"/>
          <w:sz w:val="16"/>
          <w:szCs w:val="16"/>
        </w:rPr>
      </w:pPr>
      <w:r w:rsidRPr="00495900">
        <w:rPr>
          <w:i/>
          <w:iCs/>
          <w:color w:val="FF0000"/>
          <w:sz w:val="16"/>
          <w:szCs w:val="16"/>
        </w:rPr>
        <w:t>*- niepotrzebne skreślić</w:t>
      </w:r>
    </w:p>
    <w:p w14:paraId="2AF6F84B" w14:textId="77777777" w:rsidR="00044E2B" w:rsidRDefault="00044E2B" w:rsidP="00044E2B">
      <w:pPr>
        <w:spacing w:before="60" w:after="120" w:line="276" w:lineRule="auto"/>
      </w:pPr>
      <w:r>
        <w:lastRenderedPageBreak/>
        <w:t>Imię i nazwisko, stanowisko osoby/osób uprawnionych do reprezentacji Wykonawcy:</w:t>
      </w:r>
    </w:p>
    <w:p w14:paraId="5FA02904" w14:textId="77777777" w:rsidR="00044E2B" w:rsidRDefault="00044E2B" w:rsidP="00541761">
      <w:pPr>
        <w:numPr>
          <w:ilvl w:val="0"/>
          <w:numId w:val="1"/>
        </w:numPr>
        <w:spacing w:before="60" w:after="120" w:line="276" w:lineRule="auto"/>
        <w:ind w:left="360"/>
      </w:pPr>
      <w:r>
        <w:t>__________________________________________________________</w:t>
      </w:r>
    </w:p>
    <w:p w14:paraId="1E525B24" w14:textId="77777777" w:rsidR="00044E2B" w:rsidRDefault="00044E2B" w:rsidP="00541761">
      <w:pPr>
        <w:numPr>
          <w:ilvl w:val="0"/>
          <w:numId w:val="1"/>
        </w:numPr>
        <w:spacing w:before="60" w:after="120" w:line="276" w:lineRule="auto"/>
        <w:ind w:left="360"/>
      </w:pPr>
      <w:r>
        <w:t>__________________________________________________________</w:t>
      </w:r>
    </w:p>
    <w:p w14:paraId="587F4201" w14:textId="77777777" w:rsidR="00044E2B" w:rsidRDefault="00044E2B" w:rsidP="00044E2B">
      <w:pPr>
        <w:spacing w:before="60" w:after="120" w:line="276" w:lineRule="auto"/>
      </w:pPr>
      <w:r>
        <w:t>Podstawa upoważnienia _______________________________________</w:t>
      </w:r>
    </w:p>
    <w:p w14:paraId="77E9CDE1" w14:textId="77777777" w:rsidR="00044E2B" w:rsidRDefault="00044E2B" w:rsidP="00044E2B">
      <w:pPr>
        <w:spacing w:before="60" w:after="60" w:line="276" w:lineRule="auto"/>
        <w:rPr>
          <w:b/>
        </w:rPr>
      </w:pPr>
    </w:p>
    <w:p w14:paraId="552B57CB" w14:textId="694785ED" w:rsidR="00044E2B" w:rsidRDefault="00044E2B" w:rsidP="00044E2B">
      <w:pPr>
        <w:spacing w:before="60" w:after="60" w:line="276" w:lineRule="auto"/>
        <w:rPr>
          <w:b/>
        </w:rPr>
      </w:pPr>
      <w:r>
        <w:rPr>
          <w:b/>
        </w:rPr>
        <w:t>Forma składania oferty:</w:t>
      </w:r>
    </w:p>
    <w:p w14:paraId="7AD3EB72" w14:textId="77777777" w:rsidR="00044E2B" w:rsidRDefault="00044E2B" w:rsidP="00044E2B">
      <w:pPr>
        <w:spacing w:before="60" w:after="120" w:line="276" w:lineRule="auto"/>
        <w:ind w:firstLine="708"/>
      </w:pPr>
      <w:r>
        <w:t>Ofertę składamy samodzielnie</w:t>
      </w:r>
      <w:r w:rsidRPr="00C54ADA">
        <w:rPr>
          <w:color w:val="FF0000"/>
        </w:rPr>
        <w:t>*</w:t>
      </w:r>
    </w:p>
    <w:p w14:paraId="2EFC796A" w14:textId="77777777" w:rsidR="00044E2B" w:rsidRDefault="00044E2B" w:rsidP="00044E2B">
      <w:pPr>
        <w:spacing w:before="60" w:after="120" w:line="276" w:lineRule="auto"/>
        <w:ind w:firstLine="708"/>
      </w:pPr>
      <w:r>
        <w:t>Ofertę składamy wspólnie</w:t>
      </w:r>
      <w:r w:rsidRPr="00C54ADA">
        <w:rPr>
          <w:color w:val="FF0000"/>
        </w:rPr>
        <w:t>*</w:t>
      </w:r>
      <w:r>
        <w:t xml:space="preserve"> z :</w:t>
      </w:r>
    </w:p>
    <w:p w14:paraId="26CA9ADF" w14:textId="77777777" w:rsidR="00044E2B" w:rsidRDefault="00044E2B" w:rsidP="00044E2B">
      <w:pPr>
        <w:spacing w:before="60" w:after="120" w:line="276" w:lineRule="auto"/>
        <w:ind w:left="708"/>
      </w:pPr>
      <w:r>
        <w:t>Partner 1: _____________________________________________________________</w:t>
      </w:r>
    </w:p>
    <w:p w14:paraId="43CB698E" w14:textId="77777777" w:rsidR="00044E2B" w:rsidRDefault="00044E2B" w:rsidP="00044E2B">
      <w:pPr>
        <w:spacing w:before="60" w:after="120" w:line="276" w:lineRule="auto"/>
        <w:ind w:left="708"/>
      </w:pPr>
      <w:r>
        <w:t>Partner 2: _____________________________________________________________</w:t>
      </w:r>
    </w:p>
    <w:p w14:paraId="51487B5C" w14:textId="444D84A9" w:rsidR="005E7EA5" w:rsidRDefault="00044E2B" w:rsidP="00044E2B">
      <w:pPr>
        <w:spacing w:before="240" w:after="240" w:line="276" w:lineRule="auto"/>
        <w:jc w:val="right"/>
      </w:pPr>
      <w:r w:rsidRPr="00495900">
        <w:rPr>
          <w:i/>
          <w:iCs/>
          <w:color w:val="FF0000"/>
          <w:sz w:val="16"/>
          <w:szCs w:val="16"/>
        </w:rPr>
        <w:t>*- niepotrzebne skreślić</w:t>
      </w:r>
    </w:p>
    <w:tbl>
      <w:tblPr>
        <w:tblStyle w:val="Tabela-Siatka"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1F07F7" w14:paraId="39AC2193" w14:textId="77777777" w:rsidTr="001F07F7">
        <w:tc>
          <w:tcPr>
            <w:tcW w:w="9062" w:type="dxa"/>
            <w:shd w:val="clear" w:color="auto" w:fill="F2DBDB" w:themeFill="accent2" w:themeFillTint="33"/>
          </w:tcPr>
          <w:p w14:paraId="64482EBE" w14:textId="77777777" w:rsidR="001F07F7" w:rsidRDefault="001F07F7" w:rsidP="00724BF1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UWAGA:</w:t>
            </w:r>
          </w:p>
          <w:p w14:paraId="41501E6D" w14:textId="750A2BED" w:rsidR="001F07F7" w:rsidRDefault="001F07F7" w:rsidP="00724BF1">
            <w:pPr>
              <w:spacing w:line="276" w:lineRule="auto"/>
              <w:jc w:val="both"/>
            </w:pPr>
            <w:r w:rsidRPr="00C54ADA">
              <w:rPr>
                <w:b/>
                <w:bCs/>
                <w:i/>
                <w:iCs/>
              </w:rPr>
              <w:t>Jeżeli oferta jest składana wspólnie należy dołączyć pełnomocnictwo do reprezentacji podpisane przez wszystkich Partnerów</w:t>
            </w:r>
          </w:p>
        </w:tc>
      </w:tr>
    </w:tbl>
    <w:p w14:paraId="6A1909E5" w14:textId="77777777" w:rsidR="001F07F7" w:rsidRDefault="001F07F7" w:rsidP="001F07F7">
      <w:pPr>
        <w:spacing w:after="200" w:line="276" w:lineRule="auto"/>
        <w:jc w:val="both"/>
      </w:pPr>
    </w:p>
    <w:p w14:paraId="2E9B9BD4" w14:textId="5B9479FF" w:rsidR="00EE1DEE" w:rsidRDefault="00031D28" w:rsidP="00541761">
      <w:pPr>
        <w:numPr>
          <w:ilvl w:val="0"/>
          <w:numId w:val="2"/>
        </w:numPr>
        <w:spacing w:after="200" w:line="276" w:lineRule="auto"/>
        <w:jc w:val="both"/>
      </w:pPr>
      <w:r w:rsidRPr="00205D5A">
        <w:t xml:space="preserve">Oferujemy </w:t>
      </w:r>
      <w:r w:rsidR="00DA130F" w:rsidRPr="00205D5A">
        <w:t xml:space="preserve">wykonanie przedmiotu zamówienia: </w:t>
      </w: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9062"/>
      </w:tblGrid>
      <w:tr w:rsidR="00EF7E9D" w:rsidRPr="00320A32" w14:paraId="4BDADEFA" w14:textId="77777777" w:rsidTr="001F07F7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7608D4DB" w14:textId="54702B34" w:rsidR="00EF7E9D" w:rsidRPr="00320A32" w:rsidRDefault="00EF7E9D" w:rsidP="00B67587">
            <w:pPr>
              <w:pStyle w:val="Tekstpodstawowy"/>
              <w:spacing w:before="60" w:after="120" w:line="276" w:lineRule="auto"/>
              <w:jc w:val="center"/>
              <w:rPr>
                <w:b/>
              </w:rPr>
            </w:pPr>
            <w:r w:rsidRPr="00320A32">
              <w:rPr>
                <w:b/>
              </w:rPr>
              <w:t>Temat:</w:t>
            </w:r>
          </w:p>
        </w:tc>
      </w:tr>
      <w:tr w:rsidR="00EF7E9D" w:rsidRPr="00842395" w14:paraId="73A1A42F" w14:textId="77777777" w:rsidTr="001F07F7">
        <w:trPr>
          <w:jc w:val="center"/>
        </w:trPr>
        <w:tc>
          <w:tcPr>
            <w:tcW w:w="5000" w:type="pct"/>
          </w:tcPr>
          <w:p w14:paraId="264CF0A1" w14:textId="1A799FCE" w:rsidR="00DB676F" w:rsidRDefault="003E4792" w:rsidP="00986E8C">
            <w:pPr>
              <w:pStyle w:val="Tekstpodstawowy"/>
              <w:spacing w:before="240" w:after="240" w:line="276" w:lineRule="auto"/>
              <w:rPr>
                <w:b/>
                <w:i/>
                <w:iCs/>
                <w:sz w:val="32"/>
                <w:szCs w:val="32"/>
              </w:rPr>
            </w:pPr>
            <w:r w:rsidRPr="003E4792">
              <w:rPr>
                <w:b/>
                <w:i/>
                <w:iCs/>
                <w:sz w:val="32"/>
                <w:szCs w:val="32"/>
              </w:rPr>
              <w:t>Remont pomieszczenia nr 223 w budynku „H” Politechniki Rzeszowskiej</w:t>
            </w:r>
          </w:p>
          <w:tbl>
            <w:tblPr>
              <w:tblpPr w:leftFromText="141" w:rightFromText="141" w:vertAnchor="page" w:horzAnchor="margin" w:tblpY="1081"/>
              <w:tblOverlap w:val="never"/>
              <w:tblW w:w="9012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5"/>
              <w:gridCol w:w="2791"/>
              <w:gridCol w:w="1881"/>
              <w:gridCol w:w="1640"/>
              <w:gridCol w:w="1955"/>
            </w:tblGrid>
            <w:tr w:rsidR="00724BF1" w:rsidRPr="00724BF1" w14:paraId="263D6D15" w14:textId="77777777" w:rsidTr="00724BF1">
              <w:trPr>
                <w:cantSplit/>
                <w:trHeight w:val="852"/>
              </w:trPr>
              <w:tc>
                <w:tcPr>
                  <w:tcW w:w="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840411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l.p.</w:t>
                  </w:r>
                </w:p>
              </w:tc>
              <w:tc>
                <w:tcPr>
                  <w:tcW w:w="2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40E06CB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ZAKRES ROBÓT</w:t>
                  </w:r>
                </w:p>
              </w:tc>
              <w:tc>
                <w:tcPr>
                  <w:tcW w:w="18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92761C0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RAZEM</w:t>
                  </w:r>
                </w:p>
                <w:p w14:paraId="26DDF1F2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netto [PLN]</w:t>
                  </w:r>
                </w:p>
              </w:tc>
              <w:tc>
                <w:tcPr>
                  <w:tcW w:w="1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9799AC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</w:p>
                <w:p w14:paraId="71EF1D45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VAT</w:t>
                  </w: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D42CC56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RAZEM</w:t>
                  </w:r>
                </w:p>
                <w:p w14:paraId="06A5EB3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brutto [PLN]</w:t>
                  </w:r>
                </w:p>
              </w:tc>
            </w:tr>
            <w:tr w:rsidR="00724BF1" w:rsidRPr="00724BF1" w14:paraId="477B8275" w14:textId="77777777" w:rsidTr="00724BF1">
              <w:trPr>
                <w:trHeight w:val="364"/>
              </w:trPr>
              <w:tc>
                <w:tcPr>
                  <w:tcW w:w="745" w:type="dxa"/>
                  <w:tcBorders>
                    <w:top w:val="double" w:sz="4" w:space="0" w:color="auto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shd w:val="clear" w:color="auto" w:fill="BFBFBF"/>
                  <w:vAlign w:val="center"/>
                  <w:hideMark/>
                </w:tcPr>
                <w:p w14:paraId="1D8E78C7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1</w:t>
                  </w:r>
                </w:p>
              </w:tc>
              <w:tc>
                <w:tcPr>
                  <w:tcW w:w="2791" w:type="dxa"/>
                  <w:tcBorders>
                    <w:top w:val="double" w:sz="4" w:space="0" w:color="auto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shd w:val="clear" w:color="auto" w:fill="BFBFBF"/>
                  <w:vAlign w:val="center"/>
                  <w:hideMark/>
                </w:tcPr>
                <w:p w14:paraId="7DBC1BF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2</w:t>
                  </w:r>
                </w:p>
              </w:tc>
              <w:tc>
                <w:tcPr>
                  <w:tcW w:w="1881" w:type="dxa"/>
                  <w:tcBorders>
                    <w:top w:val="double" w:sz="4" w:space="0" w:color="auto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shd w:val="clear" w:color="auto" w:fill="BFBFBF"/>
                  <w:vAlign w:val="center"/>
                  <w:hideMark/>
                </w:tcPr>
                <w:p w14:paraId="3489E35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3</w:t>
                  </w:r>
                </w:p>
              </w:tc>
              <w:tc>
                <w:tcPr>
                  <w:tcW w:w="1640" w:type="dxa"/>
                  <w:tcBorders>
                    <w:top w:val="double" w:sz="4" w:space="0" w:color="auto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shd w:val="clear" w:color="auto" w:fill="BFBFBF"/>
                  <w:vAlign w:val="center"/>
                  <w:hideMark/>
                </w:tcPr>
                <w:p w14:paraId="28E37053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4</w:t>
                  </w:r>
                </w:p>
              </w:tc>
              <w:tc>
                <w:tcPr>
                  <w:tcW w:w="1955" w:type="dxa"/>
                  <w:tcBorders>
                    <w:top w:val="double" w:sz="4" w:space="0" w:color="auto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shd w:val="clear" w:color="auto" w:fill="BFBFBF"/>
                  <w:vAlign w:val="center"/>
                  <w:hideMark/>
                </w:tcPr>
                <w:p w14:paraId="3858F353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5</w:t>
                  </w:r>
                </w:p>
              </w:tc>
            </w:tr>
            <w:tr w:rsidR="00724BF1" w:rsidRPr="00724BF1" w14:paraId="02EEF317" w14:textId="77777777" w:rsidTr="00724BF1">
              <w:trPr>
                <w:trHeight w:val="690"/>
              </w:trPr>
              <w:tc>
                <w:tcPr>
                  <w:tcW w:w="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8488B0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1</w:t>
                  </w:r>
                </w:p>
              </w:tc>
              <w:tc>
                <w:tcPr>
                  <w:tcW w:w="2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20AAB84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  <w:i/>
                    </w:rPr>
                    <w:t>Roboty budowlane</w:t>
                  </w:r>
                </w:p>
              </w:tc>
              <w:tc>
                <w:tcPr>
                  <w:tcW w:w="18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E62B93A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………………….</w:t>
                  </w:r>
                </w:p>
              </w:tc>
              <w:tc>
                <w:tcPr>
                  <w:tcW w:w="16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C68AA7B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……………….</w:t>
                  </w: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661044D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……………….</w:t>
                  </w:r>
                </w:p>
              </w:tc>
            </w:tr>
            <w:tr w:rsidR="00724BF1" w:rsidRPr="00724BF1" w14:paraId="21FAC517" w14:textId="77777777" w:rsidTr="00724BF1">
              <w:trPr>
                <w:trHeight w:val="626"/>
              </w:trPr>
              <w:tc>
                <w:tcPr>
                  <w:tcW w:w="745" w:type="dxa"/>
                  <w:tcBorders>
                    <w:top w:val="single" w:sz="6" w:space="0" w:color="000000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23F0693D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2</w:t>
                  </w:r>
                </w:p>
              </w:tc>
              <w:tc>
                <w:tcPr>
                  <w:tcW w:w="2791" w:type="dxa"/>
                  <w:tcBorders>
                    <w:top w:val="single" w:sz="6" w:space="0" w:color="000000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5901FF42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  <w:i/>
                    </w:rPr>
                  </w:pPr>
                  <w:r w:rsidRPr="00724BF1">
                    <w:rPr>
                      <w:b/>
                      <w:i/>
                    </w:rPr>
                    <w:t>Roboty elektryczne</w:t>
                  </w:r>
                </w:p>
              </w:tc>
              <w:tc>
                <w:tcPr>
                  <w:tcW w:w="1881" w:type="dxa"/>
                  <w:tcBorders>
                    <w:top w:val="single" w:sz="6" w:space="0" w:color="000000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3CAA7D5D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………………….</w:t>
                  </w:r>
                </w:p>
              </w:tc>
              <w:tc>
                <w:tcPr>
                  <w:tcW w:w="1640" w:type="dxa"/>
                  <w:tcBorders>
                    <w:top w:val="single" w:sz="6" w:space="0" w:color="000000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73983252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……………….</w:t>
                  </w: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doub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14:paraId="30CF7651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……………….</w:t>
                  </w:r>
                </w:p>
              </w:tc>
            </w:tr>
            <w:tr w:rsidR="00724BF1" w:rsidRPr="00724BF1" w14:paraId="0CE0A7FF" w14:textId="77777777" w:rsidTr="00724BF1">
              <w:trPr>
                <w:trHeight w:val="606"/>
              </w:trPr>
              <w:tc>
                <w:tcPr>
                  <w:tcW w:w="5417" w:type="dxa"/>
                  <w:gridSpan w:val="3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  <w:hideMark/>
                </w:tcPr>
                <w:p w14:paraId="2C67B7A8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RAZEM  BRUTTO RYCZAŁT   [PLN]</w:t>
                  </w:r>
                </w:p>
              </w:tc>
              <w:tc>
                <w:tcPr>
                  <w:tcW w:w="16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1FD79A1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</w:p>
              </w:tc>
              <w:tc>
                <w:tcPr>
                  <w:tcW w:w="195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  <w:hideMark/>
                </w:tcPr>
                <w:p w14:paraId="142FE7EA" w14:textId="77777777" w:rsidR="00724BF1" w:rsidRPr="00724BF1" w:rsidRDefault="00724BF1" w:rsidP="00724BF1">
                  <w:pPr>
                    <w:pStyle w:val="Tekstpodstawowy"/>
                    <w:spacing w:before="60" w:after="60" w:line="276" w:lineRule="auto"/>
                    <w:rPr>
                      <w:b/>
                    </w:rPr>
                  </w:pPr>
                  <w:r w:rsidRPr="00724BF1">
                    <w:rPr>
                      <w:b/>
                    </w:rPr>
                    <w:t>………………….</w:t>
                  </w:r>
                </w:p>
              </w:tc>
            </w:tr>
          </w:tbl>
          <w:p w14:paraId="104C0291" w14:textId="77777777" w:rsidR="00724BF1" w:rsidRDefault="00724BF1" w:rsidP="00830AED">
            <w:pPr>
              <w:pStyle w:val="Tekstpodstawowy"/>
              <w:spacing w:before="60" w:after="60" w:line="276" w:lineRule="auto"/>
            </w:pPr>
          </w:p>
          <w:p w14:paraId="0E641D22" w14:textId="280AF39F" w:rsidR="00EF7E9D" w:rsidRPr="00830AED" w:rsidRDefault="00EF7E9D" w:rsidP="00830AED">
            <w:pPr>
              <w:pStyle w:val="Tekstpodstawowy"/>
              <w:spacing w:before="60" w:after="60" w:line="276" w:lineRule="auto"/>
            </w:pPr>
            <w:r w:rsidRPr="00830AED">
              <w:t>cena  (C) za wykonanie zadania wynosi</w:t>
            </w:r>
          </w:p>
          <w:p w14:paraId="31BE62B1" w14:textId="483BF91E" w:rsidR="00EF7E9D" w:rsidRPr="00830AED" w:rsidRDefault="00EF7E9D" w:rsidP="00830AED">
            <w:pPr>
              <w:pStyle w:val="Tekstpodstawowy"/>
              <w:spacing w:before="60" w:after="60" w:line="276" w:lineRule="auto"/>
            </w:pPr>
            <w:r w:rsidRPr="00830AED">
              <w:t>netto …………………………zł (słownie:………………………………….………. zł)</w:t>
            </w:r>
          </w:p>
          <w:p w14:paraId="6FDCE2C2" w14:textId="77777777" w:rsidR="00EF7E9D" w:rsidRPr="00830AED" w:rsidRDefault="00EF7E9D" w:rsidP="00830AED">
            <w:pPr>
              <w:pStyle w:val="Tekstpodstawowy"/>
              <w:spacing w:before="60" w:after="60" w:line="276" w:lineRule="auto"/>
            </w:pPr>
            <w:r w:rsidRPr="00830AED">
              <w:t xml:space="preserve">natomiast wraz z należnym podatkiem VAT w wysokości </w:t>
            </w:r>
          </w:p>
          <w:p w14:paraId="07F4311A" w14:textId="2C3B7368" w:rsidR="00EF7E9D" w:rsidRPr="00830AED" w:rsidRDefault="00724BF1" w:rsidP="00830AED">
            <w:pPr>
              <w:pStyle w:val="Tekstpodstawowy"/>
              <w:spacing w:before="60" w:after="60" w:line="276" w:lineRule="auto"/>
            </w:pPr>
            <w:r>
              <w:t>23</w:t>
            </w:r>
            <w:r w:rsidR="00EF7E9D" w:rsidRPr="00830AED">
              <w:t>%, tj. …...…………………zł (słownie:…………………………..…………. zł)</w:t>
            </w:r>
          </w:p>
          <w:p w14:paraId="3E0C7967" w14:textId="77777777" w:rsidR="00EF7E9D" w:rsidRPr="00830AED" w:rsidRDefault="00EF7E9D" w:rsidP="00830AED">
            <w:pPr>
              <w:pStyle w:val="Tekstpodstawowy"/>
              <w:spacing w:before="60" w:after="60" w:line="276" w:lineRule="auto"/>
            </w:pPr>
            <w:r w:rsidRPr="00830AED">
              <w:t>wynosi</w:t>
            </w:r>
          </w:p>
          <w:p w14:paraId="1A1C4EE9" w14:textId="4B0C0AE6" w:rsidR="00724BF1" w:rsidRPr="00830AED" w:rsidRDefault="00EF7E9D" w:rsidP="00830AED">
            <w:pPr>
              <w:pStyle w:val="Tekstpodstawowy"/>
              <w:spacing w:before="60" w:after="60" w:line="276" w:lineRule="auto"/>
            </w:pPr>
            <w:r w:rsidRPr="00830AED">
              <w:t>brutto ………………………zł (słownie:…………………………………….………. zł)</w:t>
            </w:r>
          </w:p>
          <w:p w14:paraId="27110E01" w14:textId="04F823C5" w:rsidR="00EF7E9D" w:rsidRPr="002D7F4A" w:rsidRDefault="00EF7E9D" w:rsidP="00724BF1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Oferujemy okres gwarancji </w:t>
            </w:r>
            <w:r w:rsidR="00724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rękojmi </w:t>
            </w:r>
            <w:r w:rsidRPr="002D7F4A">
              <w:rPr>
                <w:rFonts w:ascii="Times New Roman" w:hAnsi="Times New Roman" w:cs="Times New Roman"/>
                <w:b/>
                <w:sz w:val="24"/>
                <w:szCs w:val="24"/>
              </w:rPr>
              <w:t>w wysokości:</w:t>
            </w:r>
          </w:p>
          <w:p w14:paraId="5453142E" w14:textId="328B12B7" w:rsidR="00EF7E9D" w:rsidRPr="002D7F4A" w:rsidRDefault="00EF7E9D" w:rsidP="00830AED">
            <w:pPr>
              <w:pStyle w:val="Bezodstpw"/>
              <w:spacing w:after="60" w:line="276" w:lineRule="auto"/>
              <w:ind w:left="1416" w:hanging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24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lat</w:t>
            </w:r>
          </w:p>
          <w:p w14:paraId="1239FE0F" w14:textId="712FC291" w:rsidR="00EF7E9D" w:rsidRPr="002D7F4A" w:rsidRDefault="00EF7E9D" w:rsidP="00830AED">
            <w:pPr>
              <w:pStyle w:val="Bezodstpw"/>
              <w:spacing w:after="60" w:line="276" w:lineRule="auto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24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3259">
              <w:rPr>
                <w:rFonts w:ascii="Times New Roman" w:hAnsi="Times New Roman" w:cs="Times New Roman"/>
                <w:sz w:val="24"/>
                <w:szCs w:val="24"/>
              </w:rPr>
              <w:t xml:space="preserve"> lat</w:t>
            </w:r>
          </w:p>
          <w:p w14:paraId="178D2EB0" w14:textId="794A59B6" w:rsidR="00F53259" w:rsidRDefault="00EF7E9D" w:rsidP="00830AED">
            <w:pPr>
              <w:pStyle w:val="Bezodstpw"/>
              <w:spacing w:after="6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</w:r>
            <w:r w:rsidR="00901C2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24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3259">
              <w:rPr>
                <w:rFonts w:ascii="Times New Roman" w:hAnsi="Times New Roman" w:cs="Times New Roman"/>
                <w:sz w:val="24"/>
                <w:szCs w:val="24"/>
              </w:rPr>
              <w:t xml:space="preserve"> lat</w:t>
            </w:r>
          </w:p>
          <w:p w14:paraId="48F4D524" w14:textId="346097CD" w:rsidR="00724BF1" w:rsidRPr="00724BF1" w:rsidRDefault="00724BF1" w:rsidP="00724BF1">
            <w:pPr>
              <w:pStyle w:val="Bezodstpw"/>
              <w:spacing w:line="276" w:lineRule="auto"/>
              <w:ind w:firstLine="22"/>
              <w:rPr>
                <w:rFonts w:ascii="Times New Roman" w:hAnsi="Times New Roman" w:cs="Times New Roman"/>
                <w:b/>
                <w:i/>
              </w:rPr>
            </w:pPr>
            <w:r w:rsidRPr="00724BF1">
              <w:rPr>
                <w:rFonts w:ascii="Times New Roman" w:hAnsi="Times New Roman" w:cs="Times New Roman"/>
                <w:b/>
                <w:i/>
                <w:highlight w:val="yellow"/>
              </w:rPr>
              <w:t>Należy zaznaczyć znakiem X właściwe pole.</w:t>
            </w:r>
          </w:p>
        </w:tc>
      </w:tr>
    </w:tbl>
    <w:p w14:paraId="249C6687" w14:textId="5EB704B1" w:rsidR="00EE1DEE" w:rsidRDefault="008D36EC" w:rsidP="00724BF1">
      <w:pPr>
        <w:numPr>
          <w:ilvl w:val="0"/>
          <w:numId w:val="3"/>
        </w:numPr>
        <w:spacing w:before="240" w:after="120" w:line="276" w:lineRule="auto"/>
        <w:jc w:val="both"/>
      </w:pPr>
      <w:r w:rsidRPr="005932DC">
        <w:lastRenderedPageBreak/>
        <w:t>Oświadczamy, że zapoznaliśmy się z</w:t>
      </w:r>
      <w:r w:rsidR="00986E8C">
        <w:t xml:space="preserve"> ogłoszeniem o zamówieniu </w:t>
      </w:r>
      <w:r w:rsidRPr="005932DC">
        <w:t>i uznajemy się za związanych określonymi w ni</w:t>
      </w:r>
      <w:r w:rsidR="00986E8C">
        <w:t>m</w:t>
      </w:r>
      <w:r w:rsidRPr="005932DC">
        <w:t xml:space="preserve"> zasadami postępowania</w:t>
      </w:r>
      <w:r w:rsidR="00DA130F" w:rsidRPr="00EE1DEE">
        <w:t>.</w:t>
      </w:r>
      <w:r w:rsidR="000C1A46">
        <w:t> Nie  wnosimy zastrzeżeń oraz zdobyliśmy konieczne informacje potrzebne do właściwego wykonania zamówienia</w:t>
      </w:r>
      <w:r w:rsidR="00466D0D">
        <w:t>.</w:t>
      </w:r>
    </w:p>
    <w:p w14:paraId="59699DF9" w14:textId="24B25D39" w:rsidR="00830AED" w:rsidRDefault="00830AED" w:rsidP="00986E8C">
      <w:pPr>
        <w:numPr>
          <w:ilvl w:val="0"/>
          <w:numId w:val="3"/>
        </w:numPr>
        <w:spacing w:after="120" w:line="276" w:lineRule="auto"/>
        <w:jc w:val="both"/>
      </w:pPr>
      <w:r w:rsidRPr="00830AED">
        <w:t xml:space="preserve">Oświadczamy, że </w:t>
      </w:r>
      <w:r>
        <w:t xml:space="preserve">opis przedmiotu zamówienia, w tym w szczególności </w:t>
      </w:r>
      <w:r w:rsidRPr="00830AED">
        <w:rPr>
          <w:color w:val="000000"/>
          <w:shd w:val="clear" w:color="auto" w:fill="FFFFFF"/>
        </w:rPr>
        <w:t xml:space="preserve">dokumentacja projektowa przekazana przez Zamawiającego jest prawidłowa i kompletna oraz zobowiązujemy się wykonać </w:t>
      </w:r>
      <w:r>
        <w:rPr>
          <w:color w:val="000000"/>
          <w:shd w:val="clear" w:color="auto" w:fill="FFFFFF"/>
        </w:rPr>
        <w:t xml:space="preserve">na jej podstawie </w:t>
      </w:r>
      <w:r w:rsidRPr="00830AED">
        <w:rPr>
          <w:color w:val="000000"/>
          <w:shd w:val="clear" w:color="auto" w:fill="FFFFFF"/>
        </w:rPr>
        <w:t>wszelkie roboty niezbędne do należytej realizacji przedmiotu zamówienia</w:t>
      </w:r>
      <w:r>
        <w:rPr>
          <w:color w:val="000000"/>
          <w:shd w:val="clear" w:color="auto" w:fill="FFFFFF"/>
        </w:rPr>
        <w:t>.</w:t>
      </w:r>
    </w:p>
    <w:p w14:paraId="33DC5EAE" w14:textId="5EC7A151" w:rsidR="00830AED" w:rsidRPr="00830AED" w:rsidRDefault="00466D0D" w:rsidP="00986E8C">
      <w:pPr>
        <w:numPr>
          <w:ilvl w:val="0"/>
          <w:numId w:val="3"/>
        </w:numPr>
        <w:spacing w:after="120" w:line="276" w:lineRule="auto"/>
        <w:jc w:val="both"/>
      </w:pPr>
      <w:r w:rsidRPr="00EA7E1C">
        <w:rPr>
          <w:bCs/>
        </w:rPr>
        <w:t>Oświadczamy</w:t>
      </w:r>
      <w:r w:rsidRPr="00EA7E1C">
        <w:t xml:space="preserve">, że uwzględniliśmy zmiany i dodatkowe ustalenia wynikłe w trakcie procedury </w:t>
      </w:r>
      <w:r w:rsidRPr="00830AED">
        <w:t>wyszczególnione we wszystkich przesłanych i umieszczonych na stronie internetowej pismach Zamawiającego</w:t>
      </w:r>
      <w:r w:rsidR="00830AED">
        <w:t xml:space="preserve"> do dnia otwarcia ofert</w:t>
      </w:r>
      <w:r w:rsidRPr="00830AED">
        <w:t>.</w:t>
      </w:r>
    </w:p>
    <w:p w14:paraId="7DC624D9" w14:textId="763CD9DE" w:rsidR="00A855CA" w:rsidRPr="002D7F4A" w:rsidRDefault="00A855CA" w:rsidP="00986E8C">
      <w:pPr>
        <w:numPr>
          <w:ilvl w:val="0"/>
          <w:numId w:val="3"/>
        </w:numPr>
        <w:spacing w:after="120" w:line="276" w:lineRule="auto"/>
        <w:jc w:val="both"/>
      </w:pPr>
      <w:r w:rsidRPr="007271D7">
        <w:rPr>
          <w:color w:val="000000"/>
        </w:rPr>
        <w:t>Oświadczamy, iż oferujemy termin realizacji zamówienia</w:t>
      </w:r>
      <w:r>
        <w:rPr>
          <w:color w:val="000000"/>
        </w:rPr>
        <w:t>:</w:t>
      </w:r>
      <w:r>
        <w:t xml:space="preserve"> </w:t>
      </w:r>
      <w:r w:rsidR="00FB6658" w:rsidRPr="006D73E6">
        <w:rPr>
          <w:b/>
        </w:rPr>
        <w:t>do</w:t>
      </w:r>
      <w:r w:rsidR="00830AED">
        <w:rPr>
          <w:b/>
        </w:rPr>
        <w:t xml:space="preserve"> </w:t>
      </w:r>
      <w:r w:rsidR="003E4792">
        <w:rPr>
          <w:b/>
          <w:u w:val="single"/>
        </w:rPr>
        <w:t>7</w:t>
      </w:r>
      <w:r w:rsidR="00724BF1">
        <w:rPr>
          <w:b/>
          <w:u w:val="single"/>
        </w:rPr>
        <w:t xml:space="preserve"> tygodni</w:t>
      </w:r>
      <w:r w:rsidR="00924B51" w:rsidRPr="006D73E6">
        <w:rPr>
          <w:b/>
          <w:color w:val="000000"/>
        </w:rPr>
        <w:t xml:space="preserve"> od dnia</w:t>
      </w:r>
      <w:r w:rsidR="00924B51">
        <w:rPr>
          <w:b/>
          <w:bCs/>
          <w:color w:val="000000"/>
        </w:rPr>
        <w:t xml:space="preserve"> </w:t>
      </w:r>
      <w:r w:rsidR="00464186">
        <w:rPr>
          <w:b/>
          <w:bCs/>
          <w:color w:val="000000"/>
        </w:rPr>
        <w:t>podpisania umowy</w:t>
      </w:r>
      <w:r w:rsidR="00FB6658" w:rsidRPr="00EF7E9D">
        <w:rPr>
          <w:b/>
          <w:color w:val="000000"/>
        </w:rPr>
        <w:t>;</w:t>
      </w:r>
    </w:p>
    <w:p w14:paraId="1F1608F6" w14:textId="06E85FCB" w:rsidR="008D36EC" w:rsidRDefault="000C1A46" w:rsidP="00986E8C">
      <w:pPr>
        <w:numPr>
          <w:ilvl w:val="0"/>
          <w:numId w:val="3"/>
        </w:numPr>
        <w:spacing w:after="120" w:line="276" w:lineRule="auto"/>
        <w:jc w:val="both"/>
      </w:pPr>
      <w:r>
        <w:t xml:space="preserve">Oświadczamy, iż warunki płatności, będą zgodne z zapisami przedstawionymi </w:t>
      </w:r>
      <w:r w:rsidR="00986E8C">
        <w:t>dokumentach zamówienia</w:t>
      </w:r>
      <w:r>
        <w:t xml:space="preserve">. Zakres zamówienia przewidziany do wykonania będzie zgodny z zakresem objętym </w:t>
      </w:r>
      <w:r w:rsidR="00986E8C">
        <w:t>dokumentami zamówienia</w:t>
      </w:r>
      <w:r w:rsidR="008D36EC">
        <w:t>.</w:t>
      </w:r>
    </w:p>
    <w:p w14:paraId="10B18049" w14:textId="015A7A05" w:rsidR="000C1A46" w:rsidRDefault="000C1A46" w:rsidP="00986E8C">
      <w:pPr>
        <w:numPr>
          <w:ilvl w:val="0"/>
          <w:numId w:val="3"/>
        </w:numPr>
        <w:spacing w:after="120" w:line="276" w:lineRule="auto"/>
        <w:jc w:val="both"/>
      </w:pPr>
      <w:r w:rsidRPr="00205D5A">
        <w:t xml:space="preserve">Oświadczamy, że zapoznaliśmy się z istotnymi postanowieniami umowy </w:t>
      </w:r>
      <w:r w:rsidRPr="00724BF1">
        <w:rPr>
          <w:color w:val="000000"/>
          <w:u w:val="single"/>
        </w:rPr>
        <w:t>(</w:t>
      </w:r>
      <w:r w:rsidR="00724BF1" w:rsidRPr="00724BF1">
        <w:rPr>
          <w:color w:val="000000"/>
          <w:u w:val="single"/>
        </w:rPr>
        <w:t xml:space="preserve">Załącznik nr </w:t>
      </w:r>
      <w:r w:rsidR="003E4792">
        <w:rPr>
          <w:color w:val="000000"/>
          <w:u w:val="single"/>
        </w:rPr>
        <w:t>3</w:t>
      </w:r>
      <w:r w:rsidR="00724BF1" w:rsidRPr="00724BF1">
        <w:rPr>
          <w:color w:val="000000"/>
          <w:u w:val="single"/>
        </w:rPr>
        <w:t xml:space="preserve"> - </w:t>
      </w:r>
      <w:r w:rsidRPr="00724BF1">
        <w:rPr>
          <w:color w:val="000000"/>
          <w:u w:val="single"/>
        </w:rPr>
        <w:t>wzorem umowy),</w:t>
      </w:r>
      <w:r w:rsidRPr="00205D5A">
        <w:t xml:space="preserve"> które zostały zawarte w </w:t>
      </w:r>
      <w:r w:rsidR="00986E8C">
        <w:t>dokumentach zamówienia</w:t>
      </w:r>
      <w:r w:rsidR="00BF10B3">
        <w:t xml:space="preserve"> i w pełni je akceptujemy.</w:t>
      </w:r>
      <w:r w:rsidRPr="00205D5A">
        <w:t xml:space="preserve"> </w:t>
      </w:r>
      <w:r w:rsidR="00BF10B3" w:rsidRPr="00205D5A">
        <w:t xml:space="preserve">Zobowiązujemy </w:t>
      </w:r>
      <w:r w:rsidRPr="00205D5A">
        <w:t xml:space="preserve">się w przypadku wyboru naszej oferty </w:t>
      </w:r>
      <w:r w:rsidRPr="00464186">
        <w:rPr>
          <w:b/>
          <w:bCs/>
        </w:rPr>
        <w:t>do zawarcia umowy na zawartych tam warunkach w miejscu i terminie wyznaczonym przez Zamawiającego</w:t>
      </w:r>
      <w:r w:rsidR="00464186">
        <w:rPr>
          <w:b/>
          <w:bCs/>
        </w:rPr>
        <w:t>.</w:t>
      </w:r>
    </w:p>
    <w:p w14:paraId="2B627686" w14:textId="77777777" w:rsidR="008D36EC" w:rsidRDefault="008D36EC" w:rsidP="00986E8C">
      <w:pPr>
        <w:numPr>
          <w:ilvl w:val="0"/>
          <w:numId w:val="3"/>
        </w:numPr>
        <w:spacing w:after="120" w:line="276" w:lineRule="auto"/>
        <w:jc w:val="both"/>
      </w:pPr>
      <w:r w:rsidRPr="005932DC">
        <w:t>Oświadczamy, że cena oferty zawiera wszystkie koszty związane z wykonaniem przedmiotu zamówienia</w:t>
      </w:r>
      <w:r>
        <w:t>.</w:t>
      </w:r>
    </w:p>
    <w:p w14:paraId="714CA1AE" w14:textId="12508411" w:rsidR="008D36EC" w:rsidRDefault="002F1942" w:rsidP="00986E8C">
      <w:pPr>
        <w:numPr>
          <w:ilvl w:val="0"/>
          <w:numId w:val="3"/>
        </w:numPr>
        <w:spacing w:after="120" w:line="276" w:lineRule="auto"/>
        <w:jc w:val="both"/>
      </w:pPr>
      <w:r w:rsidRPr="00205D5A">
        <w:t>Oświadczamy</w:t>
      </w:r>
      <w:r w:rsidR="00DA130F" w:rsidRPr="00205D5A">
        <w:t>, że uważamy się za związanych niniejszą ofertą na czas wskazany w </w:t>
      </w:r>
      <w:r w:rsidR="00986E8C">
        <w:t>ogłoszeniu o zamówieniu</w:t>
      </w:r>
      <w:r w:rsidR="000C1A46">
        <w:t>.</w:t>
      </w:r>
    </w:p>
    <w:p w14:paraId="0236B986" w14:textId="77777777" w:rsidR="00986E8C" w:rsidRPr="00971701" w:rsidRDefault="00986E8C" w:rsidP="00986E8C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</w:pPr>
      <w:r w:rsidRPr="00971701">
        <w:rPr>
          <w:rFonts w:eastAsia="Calibri"/>
        </w:rPr>
        <w:t>Oświadczam, że:</w:t>
      </w:r>
    </w:p>
    <w:p w14:paraId="02886AD8" w14:textId="41841BC4" w:rsidR="00986E8C" w:rsidRPr="00986E8C" w:rsidRDefault="00986E8C" w:rsidP="00986E8C">
      <w:pPr>
        <w:spacing w:after="120" w:line="276" w:lineRule="auto"/>
        <w:ind w:left="1134" w:hanging="567"/>
        <w:jc w:val="both"/>
        <w:rPr>
          <w:rFonts w:eastAsia="Calibri"/>
        </w:rPr>
      </w:pPr>
      <w:r w:rsidRPr="00971701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971701">
        <w:instrText xml:space="preserve"> FORMCHECKBOX </w:instrText>
      </w:r>
      <w:r w:rsidR="00901C25">
        <w:fldChar w:fldCharType="separate"/>
      </w:r>
      <w:r w:rsidRPr="00971701">
        <w:fldChar w:fldCharType="end"/>
      </w:r>
      <w:r w:rsidRPr="00971701">
        <w:t xml:space="preserve"> </w:t>
      </w:r>
      <w:r>
        <w:tab/>
      </w:r>
      <w:r w:rsidRPr="00986E8C">
        <w:rPr>
          <w:rFonts w:eastAsia="Calibri"/>
        </w:rPr>
        <w:t xml:space="preserve">podlegam wykluczeniu na podstawie </w:t>
      </w:r>
      <w:r w:rsidRPr="00986E8C">
        <w:rPr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986E8C">
        <w:rPr>
          <w:rFonts w:eastAsia="Calibri"/>
        </w:rPr>
        <w:t xml:space="preserve">, </w:t>
      </w:r>
    </w:p>
    <w:p w14:paraId="35E73706" w14:textId="0F8E3D9A" w:rsidR="00986E8C" w:rsidRDefault="00986E8C" w:rsidP="00986E8C">
      <w:pPr>
        <w:spacing w:after="120" w:line="276" w:lineRule="auto"/>
        <w:ind w:left="1134" w:hanging="567"/>
        <w:jc w:val="both"/>
      </w:pPr>
      <w:r w:rsidRPr="0011647D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1647D">
        <w:instrText xml:space="preserve"> FORMCHECKBOX </w:instrText>
      </w:r>
      <w:r w:rsidR="00901C25">
        <w:fldChar w:fldCharType="separate"/>
      </w:r>
      <w:r w:rsidRPr="0011647D">
        <w:fldChar w:fldCharType="end"/>
      </w:r>
      <w:r w:rsidRPr="0011647D">
        <w:t xml:space="preserve"> </w:t>
      </w:r>
      <w:r>
        <w:tab/>
      </w:r>
      <w:r w:rsidRPr="0011647D">
        <w:t xml:space="preserve">nie podlegam </w:t>
      </w:r>
      <w:r w:rsidRPr="00986E8C">
        <w:rPr>
          <w:rFonts w:eastAsia="Calibri"/>
        </w:rPr>
        <w:t xml:space="preserve">wykluczeniu na podstawie </w:t>
      </w:r>
      <w:r w:rsidRPr="00986E8C">
        <w:rPr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</w:p>
    <w:p w14:paraId="2337512E" w14:textId="1F11A363" w:rsidR="00EE1DEE" w:rsidRPr="00830AED" w:rsidRDefault="002F1942" w:rsidP="00986E8C">
      <w:pPr>
        <w:numPr>
          <w:ilvl w:val="0"/>
          <w:numId w:val="3"/>
        </w:numPr>
        <w:spacing w:after="120" w:line="276" w:lineRule="auto"/>
        <w:jc w:val="both"/>
      </w:pPr>
      <w:r w:rsidRPr="00830AED">
        <w:rPr>
          <w:color w:val="000000"/>
        </w:rPr>
        <w:t xml:space="preserve">Oferta </w:t>
      </w:r>
      <w:r w:rsidR="00957E1B" w:rsidRPr="00830AED">
        <w:rPr>
          <w:color w:val="000000"/>
        </w:rPr>
        <w:t>liczy ........................ kolejno ponumerowanych kart</w:t>
      </w:r>
      <w:r w:rsidR="00842395" w:rsidRPr="00830AED">
        <w:rPr>
          <w:color w:val="000000"/>
        </w:rPr>
        <w:t>.</w:t>
      </w:r>
    </w:p>
    <w:p w14:paraId="0F8674D0" w14:textId="7267AD34" w:rsidR="00044E2B" w:rsidRDefault="00044E2B" w:rsidP="00986E8C">
      <w:pPr>
        <w:numPr>
          <w:ilvl w:val="0"/>
          <w:numId w:val="3"/>
        </w:numPr>
        <w:spacing w:after="120" w:line="276" w:lineRule="auto"/>
        <w:jc w:val="both"/>
      </w:pPr>
      <w:r w:rsidRPr="00205D5A">
        <w:t>Nazwa podwykonawcy i zakres rzeczowy, któremu  Wykonawca zamierza powierzyć wykonanie części przedmiotu zamówienia lub całości przedmiotu zamówienia</w:t>
      </w:r>
      <w:r w:rsidRPr="00C54ADA">
        <w:rPr>
          <w:color w:val="0000FF"/>
          <w:vertAlign w:val="superscript"/>
        </w:rPr>
        <w:t>1</w:t>
      </w:r>
      <w:r w:rsidRPr="00205D5A">
        <w:t xml:space="preserve">. </w:t>
      </w:r>
    </w:p>
    <w:tbl>
      <w:tblPr>
        <w:tblW w:w="0" w:type="auto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09"/>
        <w:gridCol w:w="4753"/>
        <w:gridCol w:w="3745"/>
      </w:tblGrid>
      <w:tr w:rsidR="00044E2B" w:rsidRPr="00205D5A" w14:paraId="228D01AC" w14:textId="77777777" w:rsidTr="00830AED">
        <w:trPr>
          <w:trHeight w:val="567"/>
        </w:trPr>
        <w:tc>
          <w:tcPr>
            <w:tcW w:w="709" w:type="dxa"/>
          </w:tcPr>
          <w:p w14:paraId="343BFFAB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  <w:r w:rsidRPr="00205D5A">
              <w:t>Lp</w:t>
            </w:r>
            <w:r>
              <w:t>.</w:t>
            </w:r>
          </w:p>
        </w:tc>
        <w:tc>
          <w:tcPr>
            <w:tcW w:w="4753" w:type="dxa"/>
          </w:tcPr>
          <w:p w14:paraId="7CCC0E1F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  <w:r w:rsidRPr="00205D5A">
              <w:t>Nazwa podwykonawcy</w:t>
            </w:r>
          </w:p>
        </w:tc>
        <w:tc>
          <w:tcPr>
            <w:tcW w:w="3745" w:type="dxa"/>
          </w:tcPr>
          <w:p w14:paraId="3B46B4A5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  <w:r w:rsidRPr="00205D5A">
              <w:t>Zakres rzeczowy</w:t>
            </w:r>
          </w:p>
        </w:tc>
      </w:tr>
      <w:tr w:rsidR="00044E2B" w:rsidRPr="00205D5A" w14:paraId="150B1DB0" w14:textId="77777777" w:rsidTr="00830AED">
        <w:trPr>
          <w:trHeight w:val="567"/>
        </w:trPr>
        <w:tc>
          <w:tcPr>
            <w:tcW w:w="709" w:type="dxa"/>
          </w:tcPr>
          <w:p w14:paraId="1685F443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</w:p>
        </w:tc>
        <w:tc>
          <w:tcPr>
            <w:tcW w:w="4753" w:type="dxa"/>
          </w:tcPr>
          <w:p w14:paraId="2BF85A79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</w:p>
        </w:tc>
        <w:tc>
          <w:tcPr>
            <w:tcW w:w="3745" w:type="dxa"/>
          </w:tcPr>
          <w:p w14:paraId="71B3AD45" w14:textId="77777777" w:rsidR="00044E2B" w:rsidRPr="00205D5A" w:rsidRDefault="00044E2B" w:rsidP="00935E0D">
            <w:pPr>
              <w:autoSpaceDE w:val="0"/>
              <w:autoSpaceDN w:val="0"/>
              <w:adjustRightInd w:val="0"/>
              <w:spacing w:before="60" w:after="60" w:line="276" w:lineRule="auto"/>
            </w:pPr>
          </w:p>
        </w:tc>
      </w:tr>
    </w:tbl>
    <w:p w14:paraId="09CA6BE2" w14:textId="3B7833BE" w:rsidR="00044E2B" w:rsidRDefault="006A16F7" w:rsidP="00571E61">
      <w:pPr>
        <w:pStyle w:val="Akapitzlist"/>
        <w:spacing w:before="240" w:after="240" w:line="276" w:lineRule="auto"/>
        <w:ind w:left="2835"/>
        <w:jc w:val="both"/>
      </w:pPr>
      <w:r>
        <w:rPr>
          <w:bCs/>
          <w:i/>
          <w:iCs/>
          <w:color w:val="0000FF"/>
          <w:sz w:val="16"/>
          <w:szCs w:val="16"/>
        </w:rPr>
        <w:t xml:space="preserve">1 </w:t>
      </w:r>
      <w:r w:rsidR="00044E2B" w:rsidRPr="00962712">
        <w:rPr>
          <w:bCs/>
          <w:i/>
          <w:iCs/>
          <w:color w:val="0000FF"/>
          <w:sz w:val="16"/>
          <w:szCs w:val="16"/>
        </w:rPr>
        <w:t>- Wypełnić jeżeli Wykonawca zamierza powierzyć podwykonawstwo</w:t>
      </w:r>
      <w:r w:rsidR="008D36EC" w:rsidRPr="00962712">
        <w:rPr>
          <w:bCs/>
          <w:i/>
          <w:sz w:val="20"/>
          <w:szCs w:val="20"/>
        </w:rPr>
        <w:t xml:space="preserve"> </w:t>
      </w:r>
    </w:p>
    <w:p w14:paraId="2542E100" w14:textId="13F96F3F" w:rsidR="00EF7E9D" w:rsidRDefault="00EF7E9D" w:rsidP="00986E8C">
      <w:pPr>
        <w:numPr>
          <w:ilvl w:val="0"/>
          <w:numId w:val="3"/>
        </w:numPr>
        <w:spacing w:after="120" w:line="276" w:lineRule="auto"/>
        <w:jc w:val="both"/>
      </w:pPr>
      <w:r>
        <w:t>W ofercie zastosowano materiały lub urządzenia równoważne</w:t>
      </w:r>
      <w:r w:rsidR="006A16F7">
        <w:rPr>
          <w:color w:val="0000FF"/>
          <w:vertAlign w:val="superscript"/>
        </w:rPr>
        <w:t>2</w:t>
      </w:r>
      <w:r>
        <w:t>:</w:t>
      </w:r>
    </w:p>
    <w:p w14:paraId="11BE841C" w14:textId="77777777" w:rsidR="00EF7E9D" w:rsidRDefault="00EF7E9D" w:rsidP="00986E8C">
      <w:pPr>
        <w:spacing w:after="120" w:line="276" w:lineRule="auto"/>
        <w:ind w:left="1275" w:firstLine="141"/>
        <w:jc w:val="both"/>
      </w:pPr>
      <w:r w:rsidRPr="00E415AE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instrText xml:space="preserve"> FORMCHECKBOX </w:instrText>
      </w:r>
      <w:r w:rsidR="00901C25">
        <w:fldChar w:fldCharType="separate"/>
      </w:r>
      <w:r w:rsidRPr="00E415AE">
        <w:fldChar w:fldCharType="end"/>
      </w:r>
      <w:r w:rsidRPr="00E415AE">
        <w:t xml:space="preserve"> </w:t>
      </w:r>
      <w:r>
        <w:t>TAK</w:t>
      </w:r>
    </w:p>
    <w:p w14:paraId="12E20246" w14:textId="77777777" w:rsidR="00464186" w:rsidRDefault="00EF7E9D" w:rsidP="00986E8C">
      <w:pPr>
        <w:spacing w:after="120" w:line="276" w:lineRule="auto"/>
        <w:ind w:left="1275" w:firstLine="141"/>
        <w:jc w:val="both"/>
      </w:pPr>
      <w:r w:rsidRPr="00E415AE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instrText xml:space="preserve"> FORMCHECKBOX </w:instrText>
      </w:r>
      <w:r w:rsidR="00901C25">
        <w:fldChar w:fldCharType="separate"/>
      </w:r>
      <w:r w:rsidRPr="00E415AE">
        <w:fldChar w:fldCharType="end"/>
      </w:r>
      <w:r>
        <w:t xml:space="preserve"> NIE</w:t>
      </w:r>
    </w:p>
    <w:p w14:paraId="45712BA9" w14:textId="68049556" w:rsidR="00EF7E9D" w:rsidRPr="00464186" w:rsidRDefault="006A16F7" w:rsidP="00986E8C">
      <w:pPr>
        <w:spacing w:after="120" w:line="276" w:lineRule="auto"/>
        <w:ind w:left="2835"/>
        <w:jc w:val="both"/>
      </w:pPr>
      <w:r w:rsidRPr="006A16F7">
        <w:rPr>
          <w:i/>
          <w:iCs/>
          <w:color w:val="0000FF"/>
          <w:sz w:val="16"/>
          <w:szCs w:val="16"/>
        </w:rPr>
        <w:t xml:space="preserve">2 </w:t>
      </w:r>
      <w:r w:rsidR="00EF7E9D" w:rsidRPr="006A16F7">
        <w:rPr>
          <w:i/>
          <w:iCs/>
          <w:color w:val="0000FF"/>
          <w:sz w:val="16"/>
          <w:szCs w:val="16"/>
        </w:rPr>
        <w:t>- wykaz załączyć do oferty</w:t>
      </w:r>
    </w:p>
    <w:p w14:paraId="3E975471" w14:textId="77777777" w:rsidR="00464186" w:rsidRDefault="00044E2B" w:rsidP="00986E8C">
      <w:pPr>
        <w:numPr>
          <w:ilvl w:val="0"/>
          <w:numId w:val="3"/>
        </w:numPr>
        <w:spacing w:after="120" w:line="276" w:lineRule="auto"/>
        <w:jc w:val="both"/>
      </w:pPr>
      <w:r w:rsidRPr="00044E2B">
        <w:rPr>
          <w:color w:val="000000"/>
        </w:rPr>
        <w:t xml:space="preserve">Oświadczam, że wypełniłem obowiązki informacyjne przewidziane w art. 13 lub art. 14 RODO wobec osób fizycznych, </w:t>
      </w:r>
      <w:r w:rsidRPr="00205D5A">
        <w:t>od których dane osobowe bezpośrednio lub pośrednio pozyskałem</w:t>
      </w:r>
      <w:r w:rsidRPr="00044E2B">
        <w:rPr>
          <w:color w:val="000000"/>
        </w:rPr>
        <w:t xml:space="preserve"> w celu ubiegania się o udzielenie zamówienia publicznego w niniejszym postępowaniu</w:t>
      </w:r>
      <w:r w:rsidRPr="00205D5A">
        <w:t>.</w:t>
      </w:r>
      <w:r w:rsidR="006A16F7">
        <w:rPr>
          <w:color w:val="0000FF"/>
          <w:vertAlign w:val="superscript"/>
        </w:rPr>
        <w:t>3 4</w:t>
      </w:r>
    </w:p>
    <w:p w14:paraId="3224B30A" w14:textId="160AFCF7" w:rsidR="00044E2B" w:rsidRPr="00464186" w:rsidRDefault="006A16F7" w:rsidP="00986E8C">
      <w:pPr>
        <w:spacing w:after="120" w:line="276" w:lineRule="auto"/>
        <w:ind w:left="2835"/>
        <w:jc w:val="both"/>
      </w:pPr>
      <w:r w:rsidRPr="00464186">
        <w:rPr>
          <w:i/>
          <w:color w:val="0000FF"/>
          <w:sz w:val="16"/>
          <w:szCs w:val="16"/>
        </w:rPr>
        <w:t>3</w:t>
      </w:r>
      <w:r w:rsidR="00044E2B" w:rsidRPr="00464186">
        <w:rPr>
          <w:i/>
          <w:color w:val="0000FF"/>
          <w:sz w:val="16"/>
          <w:szCs w:val="16"/>
        </w:rPr>
        <w:t xml:space="preserve"> - jeśli nie dotyczy - wykreślić</w:t>
      </w:r>
    </w:p>
    <w:p w14:paraId="53DB9B89" w14:textId="675F5E7D" w:rsidR="00044E2B" w:rsidRDefault="006A16F7" w:rsidP="00986E8C">
      <w:pPr>
        <w:spacing w:after="120" w:line="276" w:lineRule="auto"/>
        <w:ind w:left="2835"/>
        <w:jc w:val="both"/>
        <w:rPr>
          <w:b/>
          <w:i/>
          <w:color w:val="0000FF"/>
          <w:sz w:val="16"/>
          <w:szCs w:val="16"/>
        </w:rPr>
      </w:pPr>
      <w:r>
        <w:rPr>
          <w:i/>
          <w:color w:val="0000FF"/>
          <w:sz w:val="16"/>
          <w:szCs w:val="16"/>
        </w:rPr>
        <w:t>4</w:t>
      </w:r>
      <w:r w:rsidR="00044E2B" w:rsidRPr="00495900">
        <w:rPr>
          <w:i/>
          <w:color w:val="0000FF"/>
          <w:sz w:val="16"/>
          <w:szCs w:val="16"/>
        </w:rPr>
        <w:t xml:space="preserve">-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044E2B" w:rsidRPr="00495900">
        <w:rPr>
          <w:b/>
          <w:i/>
          <w:color w:val="0000FF"/>
          <w:sz w:val="16"/>
          <w:szCs w:val="16"/>
        </w:rPr>
        <w:t>(usunięcie treści oświadczenia przez jego wykreślenie).</w:t>
      </w:r>
    </w:p>
    <w:p w14:paraId="7B1A7263" w14:textId="67855496" w:rsidR="002F1942" w:rsidRDefault="002F1942" w:rsidP="00986E8C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</w:pPr>
      <w:r w:rsidRPr="006F3896">
        <w:t>Wszelką korespondencję w sprawie niniejszego postępowania należy kierować na poniższy adres:</w:t>
      </w:r>
    </w:p>
    <w:p w14:paraId="40A32EC9" w14:textId="77777777" w:rsidR="002F1942" w:rsidRDefault="002F1942" w:rsidP="00986E8C">
      <w:pPr>
        <w:pStyle w:val="Akapitzlist"/>
        <w:spacing w:after="120" w:line="276" w:lineRule="auto"/>
        <w:ind w:left="567"/>
        <w:contextualSpacing w:val="0"/>
        <w:jc w:val="both"/>
      </w:pPr>
      <w:r w:rsidRPr="006F3896">
        <w:t>Nazwa i adres Wykon</w:t>
      </w:r>
      <w:r>
        <w:t>awcy:……………………………………………………………</w:t>
      </w:r>
    </w:p>
    <w:p w14:paraId="7C0DCF49" w14:textId="77777777" w:rsidR="002F1942" w:rsidRDefault="002F1942" w:rsidP="00986E8C">
      <w:pPr>
        <w:pStyle w:val="Akapitzlist"/>
        <w:spacing w:after="120" w:line="276" w:lineRule="auto"/>
        <w:ind w:left="567"/>
        <w:contextualSpacing w:val="0"/>
        <w:jc w:val="both"/>
      </w:pPr>
      <w:r w:rsidRPr="006F3896">
        <w:t xml:space="preserve">tel. </w:t>
      </w:r>
      <w:r>
        <w:tab/>
      </w:r>
      <w:r w:rsidRPr="006F3896">
        <w:t xml:space="preserve">………………………………… </w:t>
      </w:r>
    </w:p>
    <w:p w14:paraId="20E1C793" w14:textId="6526E5EB" w:rsidR="00BF10B3" w:rsidRDefault="002F1942" w:rsidP="00986E8C">
      <w:pPr>
        <w:pStyle w:val="Akapitzlist"/>
        <w:spacing w:after="120" w:line="276" w:lineRule="auto"/>
        <w:ind w:left="567"/>
        <w:contextualSpacing w:val="0"/>
        <w:jc w:val="both"/>
      </w:pPr>
      <w:r w:rsidRPr="006F3896">
        <w:t xml:space="preserve">e-mail: </w:t>
      </w:r>
      <w:r>
        <w:tab/>
      </w:r>
      <w:r w:rsidRPr="006F3896">
        <w:t>…………………………………</w:t>
      </w:r>
    </w:p>
    <w:p w14:paraId="2A96F6B9" w14:textId="1D7AE89B" w:rsidR="00BF10B3" w:rsidRDefault="00BF10B3" w:rsidP="00986E8C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</w:pPr>
      <w:r>
        <w:t>Osobą uprawnioną do kontaktów z Zamawiającym w sprawie niniejszego postępowania jest:</w:t>
      </w:r>
    </w:p>
    <w:p w14:paraId="2CCE686F" w14:textId="2A4935FC" w:rsidR="00BF10B3" w:rsidRDefault="00BF10B3" w:rsidP="00986E8C">
      <w:pPr>
        <w:pStyle w:val="Akapitzlist"/>
        <w:spacing w:after="120" w:line="276" w:lineRule="auto"/>
        <w:ind w:left="567"/>
        <w:contextualSpacing w:val="0"/>
        <w:jc w:val="both"/>
      </w:pPr>
      <w:r>
        <w:t>……………………………………………………………………………………………</w:t>
      </w:r>
    </w:p>
    <w:p w14:paraId="17433681" w14:textId="77777777" w:rsidR="00BF10B3" w:rsidRDefault="00BF10B3" w:rsidP="00986E8C">
      <w:pPr>
        <w:pStyle w:val="Akapitzlist"/>
        <w:spacing w:after="120" w:line="276" w:lineRule="auto"/>
        <w:ind w:left="567"/>
        <w:contextualSpacing w:val="0"/>
        <w:jc w:val="both"/>
      </w:pPr>
      <w:r w:rsidRPr="006F3896">
        <w:t xml:space="preserve">tel. </w:t>
      </w:r>
      <w:r>
        <w:tab/>
      </w:r>
      <w:r w:rsidRPr="006F3896">
        <w:t xml:space="preserve">………………………………… </w:t>
      </w:r>
    </w:p>
    <w:p w14:paraId="5359BDD9" w14:textId="3DDE1357" w:rsidR="00BF10B3" w:rsidRDefault="00BF10B3" w:rsidP="00986E8C">
      <w:pPr>
        <w:pStyle w:val="Akapitzlist"/>
        <w:spacing w:after="120" w:line="276" w:lineRule="auto"/>
        <w:ind w:left="567"/>
        <w:contextualSpacing w:val="0"/>
        <w:jc w:val="both"/>
      </w:pPr>
      <w:r w:rsidRPr="006F3896">
        <w:t xml:space="preserve">e-mail: </w:t>
      </w:r>
      <w:r>
        <w:tab/>
      </w:r>
      <w:r w:rsidRPr="006F3896">
        <w:t>…………………………………</w:t>
      </w:r>
    </w:p>
    <w:p w14:paraId="2BF80133" w14:textId="4A3EF9E3" w:rsidR="00AA37DE" w:rsidRDefault="00AA37DE" w:rsidP="00986E8C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</w:pPr>
      <w:r>
        <w:t>Załącznikami do niniejszej oferty są:</w:t>
      </w:r>
    </w:p>
    <w:p w14:paraId="6452C8EF" w14:textId="180C559B" w:rsidR="00AA37DE" w:rsidRDefault="00AA37DE" w:rsidP="00986E8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</w:pPr>
      <w:r>
        <w:t>………………………………………………………………</w:t>
      </w:r>
    </w:p>
    <w:p w14:paraId="2C3CD335" w14:textId="347F5F10" w:rsidR="00986E8C" w:rsidRDefault="00986E8C" w:rsidP="00986E8C">
      <w:pPr>
        <w:pStyle w:val="Akapitzlist"/>
        <w:numPr>
          <w:ilvl w:val="1"/>
          <w:numId w:val="5"/>
        </w:numPr>
        <w:spacing w:after="120" w:line="276" w:lineRule="auto"/>
        <w:contextualSpacing w:val="0"/>
        <w:jc w:val="both"/>
      </w:pPr>
      <w:r>
        <w:t>………………………………………………………………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9"/>
        <w:gridCol w:w="2272"/>
        <w:gridCol w:w="4251"/>
      </w:tblGrid>
      <w:tr w:rsidR="006E461D" w14:paraId="5B73A1FF" w14:textId="77777777" w:rsidTr="00724BF1">
        <w:tc>
          <w:tcPr>
            <w:tcW w:w="1405" w:type="pct"/>
            <w:hideMark/>
          </w:tcPr>
          <w:p w14:paraId="7F4076A9" w14:textId="77777777" w:rsidR="006E461D" w:rsidRDefault="006E461D" w:rsidP="00986E8C">
            <w:pPr>
              <w:spacing w:before="1200"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……………………….,</w:t>
            </w:r>
          </w:p>
        </w:tc>
        <w:tc>
          <w:tcPr>
            <w:tcW w:w="1252" w:type="pct"/>
            <w:hideMark/>
          </w:tcPr>
          <w:p w14:paraId="67153232" w14:textId="77777777" w:rsidR="006E461D" w:rsidRDefault="006E461D" w:rsidP="00986E8C">
            <w:pPr>
              <w:spacing w:before="1200"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……………….</w:t>
            </w:r>
          </w:p>
        </w:tc>
        <w:tc>
          <w:tcPr>
            <w:tcW w:w="2343" w:type="pct"/>
            <w:hideMark/>
          </w:tcPr>
          <w:p w14:paraId="33338B4C" w14:textId="77777777" w:rsidR="006E461D" w:rsidRDefault="006E461D" w:rsidP="00986E8C">
            <w:pPr>
              <w:spacing w:before="1200"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</w:tr>
      <w:tr w:rsidR="006E461D" w14:paraId="71B77230" w14:textId="77777777" w:rsidTr="00724BF1">
        <w:tc>
          <w:tcPr>
            <w:tcW w:w="1405" w:type="pct"/>
            <w:hideMark/>
          </w:tcPr>
          <w:p w14:paraId="7E1AA719" w14:textId="77777777" w:rsidR="006E461D" w:rsidRDefault="006E461D" w:rsidP="00986E8C">
            <w:pPr>
              <w:spacing w:line="276" w:lineRule="auto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2" w:type="pct"/>
            <w:hideMark/>
          </w:tcPr>
          <w:p w14:paraId="5F8966C3" w14:textId="77777777" w:rsidR="006E461D" w:rsidRDefault="006E461D" w:rsidP="00986E8C">
            <w:pPr>
              <w:spacing w:line="276" w:lineRule="auto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35382A45" w14:textId="77777777" w:rsidR="006E461D" w:rsidRDefault="006E461D" w:rsidP="00986E8C">
            <w:pPr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Kwalifikowany podpis elektroniczny/</w:t>
            </w:r>
          </w:p>
          <w:p w14:paraId="46BA7454" w14:textId="77777777" w:rsidR="006E461D" w:rsidRDefault="006E461D" w:rsidP="00986E8C">
            <w:pPr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podpis zaufany/</w:t>
            </w:r>
          </w:p>
          <w:p w14:paraId="7A0D9D7E" w14:textId="77777777" w:rsidR="006E461D" w:rsidRDefault="006E461D" w:rsidP="00986E8C">
            <w:pPr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podpis osobisty</w:t>
            </w:r>
          </w:p>
          <w:p w14:paraId="775FE8F3" w14:textId="77777777" w:rsidR="006E461D" w:rsidRDefault="006E461D" w:rsidP="00986E8C">
            <w:pPr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osoby uprawnionej do reprezentowania </w:t>
            </w:r>
          </w:p>
          <w:p w14:paraId="3578ADFC" w14:textId="77777777" w:rsidR="006E461D" w:rsidRDefault="006E461D" w:rsidP="00986E8C">
            <w:pPr>
              <w:spacing w:line="276" w:lineRule="auto"/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WYKONAWCY</w:t>
            </w:r>
          </w:p>
        </w:tc>
      </w:tr>
    </w:tbl>
    <w:p w14:paraId="5774970C" w14:textId="77777777" w:rsidR="006E461D" w:rsidRDefault="006E461D" w:rsidP="00986E8C">
      <w:pPr>
        <w:spacing w:after="120" w:line="276" w:lineRule="auto"/>
        <w:jc w:val="both"/>
      </w:pPr>
    </w:p>
    <w:sectPr w:rsidR="006E461D" w:rsidSect="003E4792">
      <w:footerReference w:type="default" r:id="rId8"/>
      <w:pgSz w:w="11906" w:h="16838"/>
      <w:pgMar w:top="851" w:right="1417" w:bottom="993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CB467" w14:textId="77777777" w:rsidR="00B2526C" w:rsidRDefault="00B2526C">
      <w:r>
        <w:separator/>
      </w:r>
    </w:p>
  </w:endnote>
  <w:endnote w:type="continuationSeparator" w:id="0">
    <w:p w14:paraId="58C2FC8B" w14:textId="77777777" w:rsidR="00B2526C" w:rsidRDefault="00B2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BAF5" w14:textId="77777777" w:rsidR="00031D28" w:rsidRDefault="009C416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31D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2D1B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72C1B59" w14:textId="77777777" w:rsidR="00031D28" w:rsidRDefault="00031D28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067E" w14:textId="77777777" w:rsidR="00B2526C" w:rsidRDefault="00B2526C">
      <w:r>
        <w:separator/>
      </w:r>
    </w:p>
  </w:footnote>
  <w:footnote w:type="continuationSeparator" w:id="0">
    <w:p w14:paraId="1789260F" w14:textId="77777777" w:rsidR="00B2526C" w:rsidRDefault="00B25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23441C1"/>
    <w:multiLevelType w:val="multilevel"/>
    <w:tmpl w:val="3B2A18E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083CD1"/>
    <w:multiLevelType w:val="multilevel"/>
    <w:tmpl w:val="8B0CC80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9361803"/>
    <w:multiLevelType w:val="multilevel"/>
    <w:tmpl w:val="8872E0CC"/>
    <w:lvl w:ilvl="0">
      <w:start w:val="15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4CB5350"/>
    <w:multiLevelType w:val="hybridMultilevel"/>
    <w:tmpl w:val="D8467C3E"/>
    <w:lvl w:ilvl="0" w:tplc="6B88DF80">
      <w:start w:val="1"/>
      <w:numFmt w:val="decimal"/>
      <w:lvlText w:val="%1"/>
      <w:lvlJc w:val="left"/>
      <w:pPr>
        <w:ind w:left="3192" w:hanging="360"/>
      </w:pPr>
      <w:rPr>
        <w:rFonts w:hint="default"/>
        <w:i/>
        <w:color w:val="0000F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77B533BA"/>
    <w:multiLevelType w:val="multilevel"/>
    <w:tmpl w:val="3B7C86DC"/>
    <w:lvl w:ilvl="0">
      <w:start w:val="14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70869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895938">
    <w:abstractNumId w:val="4"/>
  </w:num>
  <w:num w:numId="3" w16cid:durableId="947467240">
    <w:abstractNumId w:val="2"/>
  </w:num>
  <w:num w:numId="4" w16cid:durableId="152068565">
    <w:abstractNumId w:val="5"/>
  </w:num>
  <w:num w:numId="5" w16cid:durableId="994182732">
    <w:abstractNumId w:val="8"/>
  </w:num>
  <w:num w:numId="6" w16cid:durableId="962270410">
    <w:abstractNumId w:val="7"/>
  </w:num>
  <w:num w:numId="7" w16cid:durableId="1597714330">
    <w:abstractNumId w:val="0"/>
  </w:num>
  <w:num w:numId="8" w16cid:durableId="1110665689">
    <w:abstractNumId w:val="6"/>
  </w:num>
  <w:num w:numId="9" w16cid:durableId="489637300">
    <w:abstractNumId w:val="1"/>
    <w:lvlOverride w:ilvl="0">
      <w:startOverride w:val="1"/>
    </w:lvlOverride>
  </w:num>
  <w:num w:numId="10" w16cid:durableId="1173845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0F"/>
    <w:rsid w:val="00004A66"/>
    <w:rsid w:val="00006E35"/>
    <w:rsid w:val="00016D63"/>
    <w:rsid w:val="00026A64"/>
    <w:rsid w:val="00031D28"/>
    <w:rsid w:val="00044E2B"/>
    <w:rsid w:val="000660F6"/>
    <w:rsid w:val="00076DA4"/>
    <w:rsid w:val="0008440B"/>
    <w:rsid w:val="0009232C"/>
    <w:rsid w:val="000A30E5"/>
    <w:rsid w:val="000A72C4"/>
    <w:rsid w:val="000B45DC"/>
    <w:rsid w:val="000C1A46"/>
    <w:rsid w:val="000E2F1F"/>
    <w:rsid w:val="000F1E20"/>
    <w:rsid w:val="00127175"/>
    <w:rsid w:val="001453CD"/>
    <w:rsid w:val="001618E3"/>
    <w:rsid w:val="00167A00"/>
    <w:rsid w:val="0017462D"/>
    <w:rsid w:val="00174C1F"/>
    <w:rsid w:val="001750BC"/>
    <w:rsid w:val="00182FD3"/>
    <w:rsid w:val="00186C85"/>
    <w:rsid w:val="001A2DAB"/>
    <w:rsid w:val="001B487E"/>
    <w:rsid w:val="001B6AA0"/>
    <w:rsid w:val="001C107A"/>
    <w:rsid w:val="001D108C"/>
    <w:rsid w:val="001D5CDB"/>
    <w:rsid w:val="001E3748"/>
    <w:rsid w:val="001E3B98"/>
    <w:rsid w:val="001E3D5D"/>
    <w:rsid w:val="001F07F7"/>
    <w:rsid w:val="001F0DC8"/>
    <w:rsid w:val="001F17A6"/>
    <w:rsid w:val="001F25DD"/>
    <w:rsid w:val="00205D5A"/>
    <w:rsid w:val="0021764B"/>
    <w:rsid w:val="002252AF"/>
    <w:rsid w:val="00227007"/>
    <w:rsid w:val="00240A40"/>
    <w:rsid w:val="00246137"/>
    <w:rsid w:val="002623F0"/>
    <w:rsid w:val="00264B92"/>
    <w:rsid w:val="00275899"/>
    <w:rsid w:val="0027780D"/>
    <w:rsid w:val="00280050"/>
    <w:rsid w:val="00285770"/>
    <w:rsid w:val="002D159D"/>
    <w:rsid w:val="002D7F4A"/>
    <w:rsid w:val="002F1942"/>
    <w:rsid w:val="00320A32"/>
    <w:rsid w:val="00345612"/>
    <w:rsid w:val="00352C1A"/>
    <w:rsid w:val="0037395B"/>
    <w:rsid w:val="003763BC"/>
    <w:rsid w:val="0039760F"/>
    <w:rsid w:val="003B7AA5"/>
    <w:rsid w:val="003C19D8"/>
    <w:rsid w:val="003C5008"/>
    <w:rsid w:val="003D7C10"/>
    <w:rsid w:val="003E3EB0"/>
    <w:rsid w:val="003E4792"/>
    <w:rsid w:val="00405523"/>
    <w:rsid w:val="00426FD6"/>
    <w:rsid w:val="004368E0"/>
    <w:rsid w:val="00460044"/>
    <w:rsid w:val="00464186"/>
    <w:rsid w:val="00466D0D"/>
    <w:rsid w:val="00474D10"/>
    <w:rsid w:val="0049647A"/>
    <w:rsid w:val="004B068C"/>
    <w:rsid w:val="004C4264"/>
    <w:rsid w:val="0051302A"/>
    <w:rsid w:val="00540E84"/>
    <w:rsid w:val="00541761"/>
    <w:rsid w:val="00545081"/>
    <w:rsid w:val="00552D1B"/>
    <w:rsid w:val="00554A2B"/>
    <w:rsid w:val="00571E61"/>
    <w:rsid w:val="00572FFF"/>
    <w:rsid w:val="00577427"/>
    <w:rsid w:val="00580287"/>
    <w:rsid w:val="0058146E"/>
    <w:rsid w:val="00594F8B"/>
    <w:rsid w:val="005A207A"/>
    <w:rsid w:val="005A3802"/>
    <w:rsid w:val="005C24B0"/>
    <w:rsid w:val="005C5A1E"/>
    <w:rsid w:val="005C74E1"/>
    <w:rsid w:val="005E7EA5"/>
    <w:rsid w:val="006033A5"/>
    <w:rsid w:val="00604962"/>
    <w:rsid w:val="00632635"/>
    <w:rsid w:val="0064160D"/>
    <w:rsid w:val="00644A1D"/>
    <w:rsid w:val="00676AF7"/>
    <w:rsid w:val="006A16F7"/>
    <w:rsid w:val="006A284A"/>
    <w:rsid w:val="006B662D"/>
    <w:rsid w:val="006D73E6"/>
    <w:rsid w:val="006E461D"/>
    <w:rsid w:val="006E6102"/>
    <w:rsid w:val="006F12F2"/>
    <w:rsid w:val="006F5451"/>
    <w:rsid w:val="00705232"/>
    <w:rsid w:val="007137E1"/>
    <w:rsid w:val="00724BF1"/>
    <w:rsid w:val="007504A8"/>
    <w:rsid w:val="0075228E"/>
    <w:rsid w:val="007574AE"/>
    <w:rsid w:val="0079293D"/>
    <w:rsid w:val="00792BF1"/>
    <w:rsid w:val="00797E6A"/>
    <w:rsid w:val="007A1B2F"/>
    <w:rsid w:val="007A7C22"/>
    <w:rsid w:val="007B017D"/>
    <w:rsid w:val="007B357B"/>
    <w:rsid w:val="007C08BD"/>
    <w:rsid w:val="007D27C7"/>
    <w:rsid w:val="007E58E6"/>
    <w:rsid w:val="00805E97"/>
    <w:rsid w:val="00815CF1"/>
    <w:rsid w:val="00830AED"/>
    <w:rsid w:val="00831B3D"/>
    <w:rsid w:val="00835167"/>
    <w:rsid w:val="00836304"/>
    <w:rsid w:val="00841C24"/>
    <w:rsid w:val="00842395"/>
    <w:rsid w:val="008506F2"/>
    <w:rsid w:val="0085366D"/>
    <w:rsid w:val="008B0507"/>
    <w:rsid w:val="008B2454"/>
    <w:rsid w:val="008D36EC"/>
    <w:rsid w:val="008D5D72"/>
    <w:rsid w:val="008E4359"/>
    <w:rsid w:val="008E54B7"/>
    <w:rsid w:val="008E7E2A"/>
    <w:rsid w:val="008F12EC"/>
    <w:rsid w:val="00901C25"/>
    <w:rsid w:val="00917803"/>
    <w:rsid w:val="00924B51"/>
    <w:rsid w:val="00932879"/>
    <w:rsid w:val="00935CA5"/>
    <w:rsid w:val="00942674"/>
    <w:rsid w:val="00957E1B"/>
    <w:rsid w:val="00962712"/>
    <w:rsid w:val="009746BD"/>
    <w:rsid w:val="00986E8C"/>
    <w:rsid w:val="009945AC"/>
    <w:rsid w:val="00995AB3"/>
    <w:rsid w:val="009A4ABA"/>
    <w:rsid w:val="009B6DEA"/>
    <w:rsid w:val="009C24E5"/>
    <w:rsid w:val="009C4166"/>
    <w:rsid w:val="009D7E31"/>
    <w:rsid w:val="00A16799"/>
    <w:rsid w:val="00A257BC"/>
    <w:rsid w:val="00A626BF"/>
    <w:rsid w:val="00A855CA"/>
    <w:rsid w:val="00A97DF6"/>
    <w:rsid w:val="00AA23A4"/>
    <w:rsid w:val="00AA37DE"/>
    <w:rsid w:val="00AA6695"/>
    <w:rsid w:val="00AE7993"/>
    <w:rsid w:val="00B02B42"/>
    <w:rsid w:val="00B17E2E"/>
    <w:rsid w:val="00B2526C"/>
    <w:rsid w:val="00B5672E"/>
    <w:rsid w:val="00B7224B"/>
    <w:rsid w:val="00B77615"/>
    <w:rsid w:val="00B779F3"/>
    <w:rsid w:val="00BB57F8"/>
    <w:rsid w:val="00BB5AE4"/>
    <w:rsid w:val="00BB5C6F"/>
    <w:rsid w:val="00BC16BF"/>
    <w:rsid w:val="00BD0C7B"/>
    <w:rsid w:val="00BD7CE7"/>
    <w:rsid w:val="00BE0ADA"/>
    <w:rsid w:val="00BE163C"/>
    <w:rsid w:val="00BF10B3"/>
    <w:rsid w:val="00C050BE"/>
    <w:rsid w:val="00C05DD4"/>
    <w:rsid w:val="00C214D6"/>
    <w:rsid w:val="00C316E4"/>
    <w:rsid w:val="00C33CC2"/>
    <w:rsid w:val="00CC5BAA"/>
    <w:rsid w:val="00CE1EC2"/>
    <w:rsid w:val="00CE5070"/>
    <w:rsid w:val="00CF76C0"/>
    <w:rsid w:val="00D10061"/>
    <w:rsid w:val="00D2011A"/>
    <w:rsid w:val="00D21922"/>
    <w:rsid w:val="00D50022"/>
    <w:rsid w:val="00D67BAD"/>
    <w:rsid w:val="00D77C31"/>
    <w:rsid w:val="00D77E08"/>
    <w:rsid w:val="00D83577"/>
    <w:rsid w:val="00DA130F"/>
    <w:rsid w:val="00DA48CD"/>
    <w:rsid w:val="00DB2A87"/>
    <w:rsid w:val="00DB4F12"/>
    <w:rsid w:val="00DB62F1"/>
    <w:rsid w:val="00DB676F"/>
    <w:rsid w:val="00DC0483"/>
    <w:rsid w:val="00DF65D7"/>
    <w:rsid w:val="00E04A6F"/>
    <w:rsid w:val="00E057E1"/>
    <w:rsid w:val="00E0656B"/>
    <w:rsid w:val="00E1233B"/>
    <w:rsid w:val="00E13171"/>
    <w:rsid w:val="00E16C78"/>
    <w:rsid w:val="00E16EEA"/>
    <w:rsid w:val="00E35774"/>
    <w:rsid w:val="00E3644E"/>
    <w:rsid w:val="00E63869"/>
    <w:rsid w:val="00E651B9"/>
    <w:rsid w:val="00E653F2"/>
    <w:rsid w:val="00E8395C"/>
    <w:rsid w:val="00E83A6B"/>
    <w:rsid w:val="00E85248"/>
    <w:rsid w:val="00E9601B"/>
    <w:rsid w:val="00EA042A"/>
    <w:rsid w:val="00EA6D09"/>
    <w:rsid w:val="00EB44DC"/>
    <w:rsid w:val="00ED7514"/>
    <w:rsid w:val="00EE1DEE"/>
    <w:rsid w:val="00EF105F"/>
    <w:rsid w:val="00EF7E9D"/>
    <w:rsid w:val="00F002AC"/>
    <w:rsid w:val="00F41BC7"/>
    <w:rsid w:val="00F53259"/>
    <w:rsid w:val="00F640E4"/>
    <w:rsid w:val="00F65DB7"/>
    <w:rsid w:val="00F679E9"/>
    <w:rsid w:val="00F744B2"/>
    <w:rsid w:val="00FB628E"/>
    <w:rsid w:val="00FB6658"/>
    <w:rsid w:val="00FC1F22"/>
    <w:rsid w:val="00FC5E09"/>
    <w:rsid w:val="00FD4B0F"/>
    <w:rsid w:val="00F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1D3BCA"/>
  <w15:docId w15:val="{F9423CBA-1B35-4C9D-89E6-24558251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C08BD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7C08BD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7C08BD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C08BD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7C08BD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7C08BD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7C08B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7C08BD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7C08BD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7C08BD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7C08BD"/>
  </w:style>
  <w:style w:type="paragraph" w:styleId="Stopka">
    <w:name w:val="footer"/>
    <w:basedOn w:val="Normalny"/>
    <w:rsid w:val="007C08B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7C08BD"/>
    <w:pPr>
      <w:spacing w:line="360" w:lineRule="auto"/>
      <w:jc w:val="both"/>
    </w:pPr>
  </w:style>
  <w:style w:type="paragraph" w:styleId="Tekstpodstawowywcity2">
    <w:name w:val="Body Text Indent 2"/>
    <w:basedOn w:val="Normalny"/>
    <w:link w:val="Tekstpodstawowywcity2Znak"/>
    <w:rsid w:val="007C08BD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031D2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F1942"/>
    <w:pPr>
      <w:ind w:left="720"/>
      <w:contextualSpacing/>
    </w:pPr>
  </w:style>
  <w:style w:type="paragraph" w:styleId="Bezodstpw">
    <w:name w:val="No Spacing"/>
    <w:uiPriority w:val="1"/>
    <w:qFormat/>
    <w:rsid w:val="0084239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E4359"/>
  </w:style>
  <w:style w:type="character" w:customStyle="1" w:styleId="Tekstpodstawowywcity2Znak">
    <w:name w:val="Tekst podstawowy wcięty 2 Znak"/>
    <w:basedOn w:val="Domylnaczcionkaakapitu"/>
    <w:link w:val="Tekstpodstawowywcity2"/>
    <w:rsid w:val="00E8395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3496~1.UL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5079-9569-434E-BB0E-AD34C693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4</Pages>
  <Words>712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m.pekala</dc:creator>
  <cp:lastModifiedBy>Joanna Ulman</cp:lastModifiedBy>
  <cp:revision>2</cp:revision>
  <cp:lastPrinted>2023-05-29T10:18:00Z</cp:lastPrinted>
  <dcterms:created xsi:type="dcterms:W3CDTF">2026-01-26T10:39:00Z</dcterms:created>
  <dcterms:modified xsi:type="dcterms:W3CDTF">2026-01-26T10:39:00Z</dcterms:modified>
</cp:coreProperties>
</file>